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7CA78" w14:textId="77777777" w:rsidR="009114DD" w:rsidRDefault="009114DD" w:rsidP="00EF4E96">
      <w:pPr>
        <w:jc w:val="both"/>
      </w:pPr>
      <w:bookmarkStart w:id="0" w:name="_Toc389559699"/>
      <w:bookmarkStart w:id="1" w:name="_Toc397429847"/>
      <w:bookmarkStart w:id="2" w:name="_Ref433028040"/>
      <w:bookmarkStart w:id="3" w:name="_Toc1048197"/>
      <w:r>
        <w:t>Příloha č. 1 Výzvy k podání nabídky</w:t>
      </w:r>
    </w:p>
    <w:p w14:paraId="1E0F6717" w14:textId="6651E314" w:rsidR="009114DD" w:rsidRPr="00B87D91" w:rsidRDefault="009114DD" w:rsidP="00EF4E96">
      <w:pPr>
        <w:jc w:val="both"/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Krycí list nabídky k veřejné zakázce s názvem </w:t>
      </w:r>
      <w:r w:rsidRPr="006A077F">
        <w:rPr>
          <w:b/>
          <w:color w:val="FF5200" w:themeColor="accent2"/>
          <w:sz w:val="36"/>
          <w:szCs w:val="36"/>
        </w:rPr>
        <w:t>„</w:t>
      </w:r>
      <w:r w:rsidR="006A077F" w:rsidRPr="006A077F">
        <w:rPr>
          <w:b/>
          <w:color w:val="FF5200" w:themeColor="accent2"/>
          <w:sz w:val="36"/>
          <w:szCs w:val="36"/>
        </w:rPr>
        <w:t>Revize a technické prohlídky určeného technického zařízení SEE v obvodu OŘ PHA 2026</w:t>
      </w:r>
      <w:r w:rsidRPr="006A077F">
        <w:rPr>
          <w:b/>
          <w:color w:val="FF5200" w:themeColor="accent2"/>
          <w:sz w:val="36"/>
          <w:szCs w:val="36"/>
        </w:rPr>
        <w:t xml:space="preserve">“ vedené pod </w:t>
      </w:r>
      <w:r w:rsidRPr="006A077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6A077F" w:rsidRPr="006A077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44363/2025-SŽ-OŘ PHA-OVZ</w:t>
      </w:r>
    </w:p>
    <w:sdt>
      <w:sdtPr>
        <w:rPr>
          <w:rFonts w:asciiTheme="minorHAnsi" w:eastAsiaTheme="minorEastAsia" w:hAnsiTheme="minorHAnsi" w:cstheme="minorBidi"/>
          <w:b w:val="0"/>
          <w:color w:val="auto"/>
          <w:sz w:val="18"/>
          <w:szCs w:val="18"/>
          <w:lang w:val="cs-CZ"/>
        </w:rPr>
        <w:id w:val="-1153452466"/>
        <w:docPartObj>
          <w:docPartGallery w:val="Table of Contents"/>
          <w:docPartUnique/>
        </w:docPartObj>
      </w:sdtPr>
      <w:sdtEndPr/>
      <w:sdtContent>
        <w:p w14:paraId="1661AC7C" w14:textId="72FC8C51" w:rsidR="009114DD" w:rsidRDefault="009114DD" w:rsidP="00EF4E96">
          <w:pPr>
            <w:pStyle w:val="Nadpisobsahu"/>
            <w:jc w:val="both"/>
          </w:pPr>
          <w:r w:rsidRPr="5806BE41">
            <w:rPr>
              <w:lang w:val="cs-CZ"/>
            </w:rPr>
            <w:t>Obsah</w:t>
          </w:r>
        </w:p>
        <w:p w14:paraId="772A37C9" w14:textId="628C638D" w:rsidR="003110E7" w:rsidRDefault="009114DD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 w:rsidRPr="5806BE41">
            <w:fldChar w:fldCharType="begin"/>
          </w:r>
          <w:r>
            <w:instrText xml:space="preserve"> TOC \o "1-3" \h \z \u </w:instrText>
          </w:r>
          <w:r w:rsidRPr="5806BE41">
            <w:fldChar w:fldCharType="separate"/>
          </w:r>
          <w:hyperlink w:anchor="_Toc213141691" w:history="1">
            <w:r w:rsidR="003110E7" w:rsidRPr="00FB077D">
              <w:rPr>
                <w:rStyle w:val="Hypertextovodkaz"/>
              </w:rPr>
              <w:t>Kapitola č. 1 Všeobecné informace o dodavateli</w:t>
            </w:r>
            <w:r w:rsidR="003110E7">
              <w:rPr>
                <w:noProof/>
                <w:webHidden/>
              </w:rPr>
              <w:tab/>
            </w:r>
            <w:r w:rsidR="003110E7">
              <w:rPr>
                <w:noProof/>
                <w:webHidden/>
              </w:rPr>
              <w:fldChar w:fldCharType="begin"/>
            </w:r>
            <w:r w:rsidR="003110E7">
              <w:rPr>
                <w:noProof/>
                <w:webHidden/>
              </w:rPr>
              <w:instrText xml:space="preserve"> PAGEREF _Toc213141691 \h </w:instrText>
            </w:r>
            <w:r w:rsidR="003110E7">
              <w:rPr>
                <w:noProof/>
                <w:webHidden/>
              </w:rPr>
            </w:r>
            <w:r w:rsidR="003110E7">
              <w:rPr>
                <w:noProof/>
                <w:webHidden/>
              </w:rPr>
              <w:fldChar w:fldCharType="separate"/>
            </w:r>
            <w:r w:rsidR="003110E7">
              <w:rPr>
                <w:noProof/>
                <w:webHidden/>
              </w:rPr>
              <w:t>2</w:t>
            </w:r>
            <w:r w:rsidR="003110E7">
              <w:rPr>
                <w:noProof/>
                <w:webHidden/>
              </w:rPr>
              <w:fldChar w:fldCharType="end"/>
            </w:r>
          </w:hyperlink>
        </w:p>
        <w:p w14:paraId="29AB1128" w14:textId="651C746C" w:rsidR="003110E7" w:rsidRDefault="003110E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3141692" w:history="1">
            <w:r w:rsidRPr="00FB077D">
              <w:rPr>
                <w:rStyle w:val="Hypertextovodkaz"/>
              </w:rPr>
              <w:t>Kapitola č. 2 Údaje o společnosti dodavatelů podávajících nabídku společně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_Toc213141692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BDFE2E" w14:textId="35B91A65" w:rsidR="003110E7" w:rsidRDefault="003110E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3141693" w:history="1">
            <w:r w:rsidRPr="00FB077D">
              <w:rPr>
                <w:rStyle w:val="Hypertextovodkaz"/>
              </w:rPr>
              <w:t>Kapitola č. 3 Čestné prohlášení o splnění podmínek  v 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_Toc213141693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CCEB99" w14:textId="548F335E" w:rsidR="003110E7" w:rsidRDefault="003110E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3141694" w:history="1">
            <w:r w:rsidRPr="00FB077D">
              <w:rPr>
                <w:rStyle w:val="Hypertextovodkaz"/>
              </w:rPr>
              <w:t>Kapitola č. 4 Seznam poddodavatelů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_Toc213141694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7731F5" w14:textId="1E3531F4" w:rsidR="003110E7" w:rsidRDefault="003110E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3141695" w:history="1">
            <w:r w:rsidRPr="00FB077D">
              <w:rPr>
                <w:rStyle w:val="Hypertextovodkaz"/>
              </w:rPr>
              <w:t>kapitola č. 5 Neobsazeno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_Toc213141695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C47B11" w14:textId="5BBCB281" w:rsidR="003110E7" w:rsidRDefault="003110E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3141696" w:history="1">
            <w:r w:rsidRPr="00FB077D">
              <w:rPr>
                <w:rStyle w:val="Hypertextovodkaz"/>
              </w:rPr>
              <w:t>Kapitola č. 6 Neobsazeno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_Toc213141696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B206B4" w14:textId="62803494" w:rsidR="003110E7" w:rsidRDefault="003110E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3141697" w:history="1">
            <w:r w:rsidRPr="00FB077D">
              <w:rPr>
                <w:rStyle w:val="Hypertextovodkaz"/>
              </w:rPr>
              <w:t>Kapitola č. 7 Seznam odborného personálu dodavatele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_Toc213141697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B804D4" w14:textId="72BAED90" w:rsidR="003110E7" w:rsidRDefault="003110E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3141698" w:history="1">
            <w:r w:rsidRPr="00FB077D">
              <w:rPr>
                <w:rStyle w:val="Hypertextovodkaz"/>
              </w:rPr>
              <w:t>Kapitola č. 8 Neobsazeno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_Toc213141698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9DFFE6" w14:textId="02346964" w:rsidR="003110E7" w:rsidRDefault="003110E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3141699" w:history="1">
            <w:r w:rsidRPr="00FB077D">
              <w:rPr>
                <w:rStyle w:val="Hypertextovodkaz"/>
              </w:rPr>
              <w:t>Kapitola č. 9 Seznam jiných osob k prokázání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_Toc213141699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6EEDF4" w14:textId="5660B7AB" w:rsidR="003110E7" w:rsidRDefault="003110E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3141700" w:history="1">
            <w:r w:rsidRPr="00FB077D">
              <w:rPr>
                <w:rStyle w:val="Hypertextovodkaz"/>
              </w:rPr>
              <w:t>Kapitola č. 10 Neobsazeno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_Toc213141700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AB637D" w14:textId="73CFA922" w:rsidR="003110E7" w:rsidRDefault="003110E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3141701" w:history="1">
            <w:r w:rsidRPr="00FB077D">
              <w:rPr>
                <w:rStyle w:val="Hypertextovodkaz"/>
              </w:rPr>
              <w:t>Kapitola č. 11 Neobsazeno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_Toc213141701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146E93" w14:textId="7623B62C" w:rsidR="003110E7" w:rsidRDefault="003110E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3141702" w:history="1">
            <w:r w:rsidRPr="00FB077D">
              <w:rPr>
                <w:rStyle w:val="Hypertextovodkaz"/>
              </w:rPr>
              <w:t>Kapitola č. 12 Čestné prohlášení ve vztahu k zákonu  o registru smluv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_Toc213141702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22C246" w14:textId="2CE2F823" w:rsidR="009114DD" w:rsidRDefault="009114DD" w:rsidP="00EF4E96">
          <w:pPr>
            <w:jc w:val="both"/>
          </w:pPr>
          <w:r w:rsidRPr="5806BE41">
            <w:rPr>
              <w:b/>
              <w:bCs/>
            </w:rPr>
            <w:fldChar w:fldCharType="end"/>
          </w:r>
        </w:p>
      </w:sdtContent>
    </w:sdt>
    <w:p w14:paraId="462A535C" w14:textId="7D7025B7" w:rsidR="009114DD" w:rsidRDefault="009114DD" w:rsidP="00EF4E96">
      <w:pPr>
        <w:jc w:val="both"/>
        <w:rPr>
          <w:rFonts w:asciiTheme="majorHAnsi" w:hAnsiTheme="majorHAnsi"/>
          <w:b/>
          <w:caps/>
          <w:sz w:val="22"/>
        </w:rPr>
      </w:pPr>
      <w:r>
        <w:br w:type="page"/>
      </w:r>
    </w:p>
    <w:p w14:paraId="6DF9E015" w14:textId="50EC6AD9" w:rsidR="0035531B" w:rsidRDefault="00BE7668" w:rsidP="00EF4E96">
      <w:pPr>
        <w:pStyle w:val="Nadpisbezsl1-1"/>
        <w:jc w:val="both"/>
      </w:pPr>
      <w:bookmarkStart w:id="4" w:name="_Toc213141691"/>
      <w:r>
        <w:lastRenderedPageBreak/>
        <w:t>Kapitola</w:t>
      </w:r>
      <w:r w:rsidR="0035531B">
        <w:t xml:space="preserve"> č. </w:t>
      </w:r>
      <w:r w:rsidR="009114DD">
        <w:t>1</w:t>
      </w:r>
      <w:r w:rsidR="0035531B">
        <w:t xml:space="preserve"> </w:t>
      </w:r>
      <w:r w:rsidR="00ED1816" w:rsidRPr="00FE4333">
        <w:rPr>
          <w:rStyle w:val="Tun9b"/>
          <w:b/>
        </w:rPr>
        <w:t>Všeobecné informace o dodavateli</w:t>
      </w:r>
      <w:bookmarkEnd w:id="4"/>
    </w:p>
    <w:p w14:paraId="49864936" w14:textId="77777777" w:rsidR="00AB1063" w:rsidRDefault="00AB1063" w:rsidP="00C52A6F">
      <w:pPr>
        <w:pStyle w:val="Textbezslovn"/>
        <w:ind w:left="28"/>
      </w:pPr>
    </w:p>
    <w:p w14:paraId="3FB379D4" w14:textId="6563D6B6" w:rsidR="0035531B" w:rsidRDefault="0035531B" w:rsidP="00C52A6F">
      <w:pPr>
        <w:pStyle w:val="Textbezslovn"/>
        <w:ind w:left="28"/>
      </w:pPr>
      <w:r>
        <w:t>Obchodní firma</w:t>
      </w:r>
      <w:r w:rsidR="009560DD" w:rsidRPr="00833899">
        <w:t>/jméno a příjmení</w:t>
      </w:r>
      <w:r w:rsidR="009560DD" w:rsidRPr="00833899">
        <w:rPr>
          <w:rStyle w:val="Znakapoznpodarou"/>
        </w:rPr>
        <w:footnoteReference w:id="1"/>
      </w:r>
      <w:r w:rsidR="009560DD">
        <w:t xml:space="preserve"> </w:t>
      </w:r>
      <w:r>
        <w:t>[</w:t>
      </w:r>
      <w:r w:rsidRPr="00E24F78">
        <w:rPr>
          <w:b/>
          <w:highlight w:val="yellow"/>
        </w:rPr>
        <w:t>DOPLNÍ DODAVATEL</w:t>
      </w:r>
      <w:r>
        <w:t>]</w:t>
      </w:r>
    </w:p>
    <w:p w14:paraId="6355925B" w14:textId="77777777" w:rsidR="0035531B" w:rsidRDefault="0035531B" w:rsidP="00C52A6F">
      <w:pPr>
        <w:pStyle w:val="Textbezslovn"/>
        <w:ind w:left="28"/>
      </w:pPr>
      <w:r>
        <w:t>Sídlo [</w:t>
      </w:r>
      <w:r w:rsidRPr="00564DDD">
        <w:rPr>
          <w:highlight w:val="yellow"/>
        </w:rPr>
        <w:t>DOPLNÍ DODAVATEL</w:t>
      </w:r>
      <w:r>
        <w:t>]</w:t>
      </w:r>
    </w:p>
    <w:p w14:paraId="64DC8CD1" w14:textId="77777777" w:rsidR="0035531B" w:rsidRDefault="0035531B" w:rsidP="00C52A6F">
      <w:pPr>
        <w:pStyle w:val="Textbezslovn"/>
        <w:ind w:left="28"/>
      </w:pPr>
      <w:r>
        <w:t>IČO: [</w:t>
      </w:r>
      <w:r w:rsidRPr="00564DDD">
        <w:rPr>
          <w:highlight w:val="yellow"/>
        </w:rPr>
        <w:t>DOPLNÍ DODAVATEL</w:t>
      </w:r>
      <w:r>
        <w:t>] DIČ: [</w:t>
      </w:r>
      <w:r w:rsidRPr="00564DDD">
        <w:rPr>
          <w:highlight w:val="yellow"/>
        </w:rPr>
        <w:t>DOPLNÍ DODAVATEL</w:t>
      </w:r>
      <w:r>
        <w:t>]</w:t>
      </w:r>
    </w:p>
    <w:p w14:paraId="7C130D02" w14:textId="77777777" w:rsidR="0035531B" w:rsidRDefault="0035531B" w:rsidP="00C52A6F">
      <w:pPr>
        <w:pStyle w:val="Textbezslovn"/>
        <w:ind w:left="28"/>
      </w:pPr>
      <w:r>
        <w:t>Právní forma [</w:t>
      </w:r>
      <w:r w:rsidRPr="00564DDD">
        <w:rPr>
          <w:highlight w:val="yellow"/>
        </w:rPr>
        <w:t>DOPLNÍ DODAVATEL</w:t>
      </w:r>
      <w:r>
        <w:t>]</w:t>
      </w:r>
    </w:p>
    <w:p w14:paraId="13FE4E1D" w14:textId="660C5B61" w:rsidR="0035531B" w:rsidRDefault="0035531B" w:rsidP="00C52A6F">
      <w:pPr>
        <w:pStyle w:val="Textbezslovn"/>
        <w:ind w:left="28"/>
      </w:pPr>
    </w:p>
    <w:p w14:paraId="686C25CC" w14:textId="07CE44EE" w:rsidR="001A341A" w:rsidRDefault="001A341A" w:rsidP="00C52A6F">
      <w:pPr>
        <w:pStyle w:val="Textbezslovn"/>
      </w:pPr>
      <w:r>
        <w:t>dále jen jako „</w:t>
      </w:r>
      <w:r w:rsidRPr="00EF4E96">
        <w:rPr>
          <w:b/>
          <w:bCs/>
        </w:rPr>
        <w:t>Dodavatel</w:t>
      </w:r>
      <w:r>
        <w:t xml:space="preserve">“. </w:t>
      </w:r>
    </w:p>
    <w:p w14:paraId="5EEF91A1" w14:textId="0884C452" w:rsidR="0035531B" w:rsidRDefault="0035531B" w:rsidP="00C52A6F">
      <w:pPr>
        <w:pStyle w:val="Textbezslovn"/>
      </w:pPr>
      <w:r>
        <w:t>Dodavatel níže uvede informaci, zda je malým nebo středním podnikem ve smyslu Doporučení Komise 2003/361/ES ze dne 6. května 2003. Malým podnikem je podnik, který zaměstnává méně než 50 osob</w:t>
      </w:r>
      <w:r w:rsidR="00845C50">
        <w:t xml:space="preserve"> a </w:t>
      </w:r>
      <w:r>
        <w:t>jehož roční obrat, případně celková roční bilanční suma, nepřevyšuje (korunový ekvivalent) 10 milionů EUR. Středním podnikem je podnik, který zaměstnává méně než 250 zaměstnanců</w:t>
      </w:r>
      <w:r w:rsidR="00845C50">
        <w:t xml:space="preserve"> a </w:t>
      </w:r>
      <w:r>
        <w:t>jehož roční obrat nepřevyšuje (korunový ekvivalent) 50 milionů EUR nebo případně celková roční bilanční suma nepřevyšuje (korunový ekvivalent) 43 milionů EUR.</w:t>
      </w:r>
    </w:p>
    <w:p w14:paraId="27B2C35A" w14:textId="77777777" w:rsidR="0035531B" w:rsidRDefault="007D5A8D" w:rsidP="00C52A6F">
      <w:pPr>
        <w:pStyle w:val="Textbezslovn"/>
      </w:pPr>
      <w:r w:rsidRPr="007D5A8D">
        <w:t>Dodavatel je malým / středním / jiným podnikem [</w:t>
      </w:r>
      <w:r w:rsidRPr="007D5A8D">
        <w:rPr>
          <w:highlight w:val="yellow"/>
        </w:rPr>
        <w:t>ZVOLÍ DODAVATEL</w:t>
      </w:r>
      <w:r w:rsidRPr="007D5A8D">
        <w:t>]</w:t>
      </w:r>
      <w:r>
        <w:t xml:space="preserve"> </w:t>
      </w:r>
    </w:p>
    <w:p w14:paraId="0FFD22D3" w14:textId="515C6EC2" w:rsidR="0035531B" w:rsidRDefault="0035531B" w:rsidP="002845F4">
      <w:pPr>
        <w:pStyle w:val="Textbezslovn"/>
      </w:pPr>
    </w:p>
    <w:p w14:paraId="25288212" w14:textId="7302CE3F" w:rsidR="00117644" w:rsidRDefault="00117644" w:rsidP="00C52A6F">
      <w:pPr>
        <w:pStyle w:val="Textbezslovn"/>
      </w:pPr>
      <w:r>
        <w:t>Podáním nabídky Dodavatel prohlašuje, že:</w:t>
      </w:r>
    </w:p>
    <w:p w14:paraId="123AF2E0" w14:textId="3B406EC4" w:rsidR="00117644" w:rsidRDefault="006764D8" w:rsidP="00EF4E96">
      <w:pPr>
        <w:pStyle w:val="Odstavec1-1a"/>
      </w:pPr>
      <w:r>
        <w:rPr>
          <w:rFonts w:eastAsia="Calibri" w:cs="Times New Roman"/>
        </w:rPr>
        <w:t xml:space="preserve">on sám a </w:t>
      </w:r>
      <w:r w:rsidRPr="00247FAF">
        <w:rPr>
          <w:rFonts w:eastAsia="Times New Roman" w:cs="Times New Roman"/>
          <w:lang w:eastAsia="cs-CZ"/>
        </w:rPr>
        <w:t>případn</w:t>
      </w:r>
      <w:r>
        <w:rPr>
          <w:rFonts w:eastAsia="Times New Roman" w:cs="Times New Roman"/>
          <w:lang w:eastAsia="cs-CZ"/>
        </w:rPr>
        <w:t>í další</w:t>
      </w:r>
      <w:r w:rsidRPr="00247FAF">
        <w:rPr>
          <w:rFonts w:eastAsia="Times New Roman" w:cs="Times New Roman"/>
          <w:lang w:eastAsia="cs-CZ"/>
        </w:rPr>
        <w:t xml:space="preserve"> dodavatelé</w:t>
      </w:r>
      <w:r>
        <w:rPr>
          <w:rFonts w:eastAsia="Times New Roman" w:cs="Times New Roman"/>
          <w:lang w:eastAsia="cs-CZ"/>
        </w:rPr>
        <w:t>, s nimiž podává nabídku společně v rámci</w:t>
      </w:r>
      <w:r w:rsidRPr="00247FAF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společnosti/sdružení, se</w:t>
      </w:r>
      <w:r w:rsidRPr="00247FAF">
        <w:rPr>
          <w:rFonts w:eastAsia="Times New Roman" w:cs="Times New Roman"/>
          <w:lang w:eastAsia="cs-CZ"/>
        </w:rPr>
        <w:t xml:space="preserve"> </w:t>
      </w:r>
      <w:r w:rsidR="001A341A">
        <w:t>ř</w:t>
      </w:r>
      <w:r w:rsidR="001A341A" w:rsidRPr="006A6AF2">
        <w:t xml:space="preserve">ádně </w:t>
      </w:r>
      <w:r w:rsidR="006A6AF2" w:rsidRPr="006A6AF2">
        <w:t xml:space="preserve">seznámil se zněním zadávacích podmínek veřejné zakázky </w:t>
      </w:r>
      <w:r w:rsidR="001A341A">
        <w:t>nadepsané v tomto krycím listu</w:t>
      </w:r>
      <w:r w:rsidR="006A6AF2" w:rsidRPr="006A6AF2">
        <w:t xml:space="preserve"> a podáním této nabídky </w:t>
      </w:r>
      <w:r w:rsidR="00344063" w:rsidRPr="006A6AF2">
        <w:t>akceptuj</w:t>
      </w:r>
      <w:r w:rsidR="00344063">
        <w:t>í</w:t>
      </w:r>
      <w:r w:rsidR="00344063" w:rsidRPr="006A6AF2">
        <w:t xml:space="preserve"> </w:t>
      </w:r>
      <w:r w:rsidR="006A6AF2" w:rsidRPr="006A6AF2">
        <w:t>vzorovou Smlouvu o dílo a všechny obchodní, technické a další smluvní podmínky uvedené v zadávací dokumentaci této veřejné zakázky a nabízí provedení a dokončení předmětu plnění veřejné zakázky v souladu se zadávací dokumentací, zadávacími podmínkami a touto nabídkou</w:t>
      </w:r>
      <w:r w:rsidR="00117644">
        <w:t>;</w:t>
      </w:r>
    </w:p>
    <w:p w14:paraId="47E2D9F8" w14:textId="630FB40D" w:rsidR="0061702F" w:rsidRDefault="00C12FC0" w:rsidP="00EF4E96">
      <w:pPr>
        <w:pStyle w:val="Odstavec1-1a"/>
      </w:pPr>
      <w:r w:rsidRPr="00B277ED">
        <w:t xml:space="preserve">v souvislosti se zadávanou veřejnou zakázkou </w:t>
      </w:r>
      <w:r w:rsidR="005E371B">
        <w:t xml:space="preserve">on </w:t>
      </w:r>
      <w:r w:rsidR="005E371B">
        <w:rPr>
          <w:rFonts w:eastAsia="Calibri" w:cs="Times New Roman"/>
        </w:rPr>
        <w:t xml:space="preserve">ani </w:t>
      </w:r>
      <w:r w:rsidR="005E371B" w:rsidRPr="00247FAF">
        <w:rPr>
          <w:rFonts w:eastAsia="Times New Roman" w:cs="Times New Roman"/>
          <w:lang w:eastAsia="cs-CZ"/>
        </w:rPr>
        <w:t>případn</w:t>
      </w:r>
      <w:r w:rsidR="005E371B">
        <w:rPr>
          <w:rFonts w:eastAsia="Times New Roman" w:cs="Times New Roman"/>
          <w:lang w:eastAsia="cs-CZ"/>
        </w:rPr>
        <w:t>í další</w:t>
      </w:r>
      <w:r w:rsidR="005E371B" w:rsidRPr="00247FAF">
        <w:rPr>
          <w:rFonts w:eastAsia="Times New Roman" w:cs="Times New Roman"/>
          <w:lang w:eastAsia="cs-CZ"/>
        </w:rPr>
        <w:t xml:space="preserve"> dodavatelé</w:t>
      </w:r>
      <w:r w:rsidR="005E371B">
        <w:rPr>
          <w:rFonts w:eastAsia="Times New Roman" w:cs="Times New Roman"/>
          <w:lang w:eastAsia="cs-CZ"/>
        </w:rPr>
        <w:t>, s nimiž podává nabídku společně v rámci</w:t>
      </w:r>
      <w:r w:rsidR="005E371B" w:rsidRPr="00247FAF">
        <w:rPr>
          <w:rFonts w:eastAsia="Times New Roman" w:cs="Times New Roman"/>
          <w:lang w:eastAsia="cs-CZ"/>
        </w:rPr>
        <w:t xml:space="preserve"> </w:t>
      </w:r>
      <w:r w:rsidR="005E371B">
        <w:rPr>
          <w:rFonts w:eastAsia="Times New Roman" w:cs="Times New Roman"/>
          <w:lang w:eastAsia="cs-CZ"/>
        </w:rPr>
        <w:t>společnosti/sdružení,</w:t>
      </w:r>
      <w:r w:rsidR="00FC1A36">
        <w:rPr>
          <w:rFonts w:eastAsia="Times New Roman" w:cs="Times New Roman"/>
          <w:lang w:eastAsia="cs-CZ"/>
        </w:rPr>
        <w:t xml:space="preserve"> </w:t>
      </w:r>
      <w:r w:rsidRPr="00B277ED">
        <w:t>neuzavřel</w:t>
      </w:r>
      <w:r w:rsidR="00FC1A36">
        <w:t>i</w:t>
      </w:r>
      <w:r w:rsidRPr="00B277ED">
        <w:t xml:space="preserve"> a </w:t>
      </w:r>
      <w:r w:rsidR="00FC1A36" w:rsidRPr="00B277ED">
        <w:t>neuzavř</w:t>
      </w:r>
      <w:r w:rsidR="00FC1A36">
        <w:t>ou</w:t>
      </w:r>
      <w:r w:rsidR="00FC1A36" w:rsidRPr="00B277ED">
        <w:t xml:space="preserve"> </w:t>
      </w:r>
      <w:r w:rsidRPr="00B277ED">
        <w:t xml:space="preserve">s jinými osobami </w:t>
      </w:r>
      <w:r w:rsidRPr="0061702F">
        <w:t>zakázanou</w:t>
      </w:r>
      <w:r w:rsidRPr="00B277ED">
        <w:t xml:space="preserve"> dohodu ve smyslu zákona č. 143/2001 Sb., o ochraně hospodářské soutěže a o změně některých zákonů (zákon o ochraně hospodářské soutěže), ve znění pozdějších předpisů</w:t>
      </w:r>
      <w:r w:rsidR="004E7513">
        <w:t xml:space="preserve">, ani </w:t>
      </w:r>
      <w:r w:rsidR="004E7513" w:rsidRPr="0061702F">
        <w:rPr>
          <w:rFonts w:ascii="Verdana" w:hAnsi="Verdana"/>
        </w:rPr>
        <w:t>nepřipravoval</w:t>
      </w:r>
      <w:r w:rsidR="002C0C23">
        <w:rPr>
          <w:rFonts w:ascii="Verdana" w:hAnsi="Verdana"/>
        </w:rPr>
        <w:t>i</w:t>
      </w:r>
      <w:r w:rsidR="004E7513" w:rsidRPr="0061702F">
        <w:rPr>
          <w:rFonts w:ascii="Verdana" w:hAnsi="Verdana"/>
        </w:rPr>
        <w:t xml:space="preserve"> části nabídek, které mají být hodnoceny podle kritérií hodnocení, ve vzájemné shodě s jiným účastníkem téhož výběrového řízení, s nímž </w:t>
      </w:r>
      <w:r w:rsidR="002C0C23" w:rsidRPr="0061702F">
        <w:rPr>
          <w:rFonts w:ascii="Verdana" w:hAnsi="Verdana"/>
        </w:rPr>
        <w:t>j</w:t>
      </w:r>
      <w:r w:rsidR="002C0C23">
        <w:rPr>
          <w:rFonts w:ascii="Verdana" w:hAnsi="Verdana"/>
        </w:rPr>
        <w:t>sou</w:t>
      </w:r>
      <w:r w:rsidR="002C0C23" w:rsidRPr="0061702F">
        <w:rPr>
          <w:rFonts w:ascii="Verdana" w:hAnsi="Verdana"/>
        </w:rPr>
        <w:t xml:space="preserve"> </w:t>
      </w:r>
      <w:r w:rsidR="004E7513" w:rsidRPr="0061702F">
        <w:rPr>
          <w:rFonts w:ascii="Verdana" w:hAnsi="Verdana"/>
        </w:rPr>
        <w:t>spojenou osobou podle zákona o daních z</w:t>
      </w:r>
      <w:r w:rsidR="0061702F" w:rsidRPr="0061702F">
        <w:rPr>
          <w:rFonts w:ascii="Verdana" w:hAnsi="Verdana"/>
        </w:rPr>
        <w:t> </w:t>
      </w:r>
      <w:r w:rsidR="004E7513" w:rsidRPr="0061702F">
        <w:rPr>
          <w:rFonts w:ascii="Verdana" w:hAnsi="Verdana"/>
        </w:rPr>
        <w:t>příjmů</w:t>
      </w:r>
      <w:r w:rsidR="0061702F">
        <w:t xml:space="preserve">; </w:t>
      </w:r>
    </w:p>
    <w:p w14:paraId="650B4DBB" w14:textId="2000ED9A" w:rsidR="009D38F2" w:rsidRDefault="009D38F2" w:rsidP="00EF4E96">
      <w:pPr>
        <w:pStyle w:val="Odstavec1-1a"/>
      </w:pPr>
      <w:r>
        <w:t>on</w:t>
      </w:r>
      <w:r w:rsidR="0053050A">
        <w:t>, případní další dodavatelé, s nimiž podává nabídku společně v rámci společnosti/sdružení,</w:t>
      </w:r>
      <w:r>
        <w:t xml:space="preserve"> ani žádný z </w:t>
      </w:r>
      <w:r w:rsidR="0053050A">
        <w:t xml:space="preserve">jejich </w:t>
      </w:r>
      <w:r>
        <w:t xml:space="preserve">poddodavatelů, prostřednictvím kterých v tomto </w:t>
      </w:r>
      <w:r w:rsidR="00DD7F02">
        <w:t xml:space="preserve">výběrovém </w:t>
      </w:r>
      <w:r>
        <w:t xml:space="preserve">řízení </w:t>
      </w:r>
      <w:r w:rsidR="004364C5">
        <w:t xml:space="preserve">prokazují </w:t>
      </w:r>
      <w:r>
        <w:t xml:space="preserve">kvalifikaci, </w:t>
      </w:r>
      <w:r w:rsidR="004364C5">
        <w:t xml:space="preserve">nejsou </w:t>
      </w:r>
      <w:r>
        <w:t>o</w:t>
      </w:r>
      <w:r w:rsidRPr="00CE1135">
        <w:t>bchodní společnost</w:t>
      </w:r>
      <w:r>
        <w:t>í</w:t>
      </w:r>
      <w:r w:rsidRPr="00CE1135">
        <w:t xml:space="preserve">, ve které veřejný funkcionář uvedený v § 2 odst. 1 písm. c) </w:t>
      </w:r>
      <w:r>
        <w:t xml:space="preserve">zák. č. 159/2006 Sb., o střetu zájmů, ve znění pozdějších předpisů, </w:t>
      </w:r>
      <w:r w:rsidRPr="00CE1135">
        <w:t>nebo jím ovládaná osoba vlastní podíl představující alespoň 25 % účasti sp</w:t>
      </w:r>
      <w:r>
        <w:t>olečníka v obchodní společnosti</w:t>
      </w:r>
      <w:r w:rsidR="00EF4E96">
        <w:t>; a</w:t>
      </w:r>
    </w:p>
    <w:p w14:paraId="299D8DC6" w14:textId="77B4A1DA" w:rsidR="0050242E" w:rsidRDefault="0050242E" w:rsidP="00EF4E96">
      <w:pPr>
        <w:pStyle w:val="Odstavec1-1a"/>
      </w:pPr>
      <w:r w:rsidRPr="007F769F">
        <w:t xml:space="preserve">dostane-li se </w:t>
      </w:r>
      <w:r w:rsidR="0061702F">
        <w:t>on</w:t>
      </w:r>
      <w:r w:rsidR="009B7374">
        <w:t>,</w:t>
      </w:r>
      <w:r w:rsidR="009B7374" w:rsidRPr="009B7374">
        <w:rPr>
          <w:rFonts w:eastAsia="Times New Roman" w:cs="Times New Roman"/>
          <w:lang w:eastAsia="cs-CZ"/>
        </w:rPr>
        <w:t xml:space="preserve"> </w:t>
      </w:r>
      <w:r w:rsidR="009B7374" w:rsidRPr="00247FAF">
        <w:rPr>
          <w:rFonts w:eastAsia="Times New Roman" w:cs="Times New Roman"/>
          <w:lang w:eastAsia="cs-CZ"/>
        </w:rPr>
        <w:t>případn</w:t>
      </w:r>
      <w:r w:rsidR="009B7374">
        <w:rPr>
          <w:rFonts w:eastAsia="Times New Roman" w:cs="Times New Roman"/>
          <w:lang w:eastAsia="cs-CZ"/>
        </w:rPr>
        <w:t>í další</w:t>
      </w:r>
      <w:r w:rsidR="009B7374" w:rsidRPr="00247FAF">
        <w:rPr>
          <w:rFonts w:eastAsia="Times New Roman" w:cs="Times New Roman"/>
          <w:lang w:eastAsia="cs-CZ"/>
        </w:rPr>
        <w:t xml:space="preserve"> dodavatelé</w:t>
      </w:r>
      <w:r w:rsidR="009B7374">
        <w:rPr>
          <w:rFonts w:eastAsia="Times New Roman" w:cs="Times New Roman"/>
          <w:lang w:eastAsia="cs-CZ"/>
        </w:rPr>
        <w:t>, s nimiž podává nabídku společně v rámci</w:t>
      </w:r>
      <w:r w:rsidR="009B7374" w:rsidRPr="00247FAF">
        <w:rPr>
          <w:rFonts w:eastAsia="Times New Roman" w:cs="Times New Roman"/>
          <w:lang w:eastAsia="cs-CZ"/>
        </w:rPr>
        <w:t xml:space="preserve"> </w:t>
      </w:r>
      <w:r w:rsidR="009B7374">
        <w:rPr>
          <w:rFonts w:eastAsia="Times New Roman" w:cs="Times New Roman"/>
          <w:lang w:eastAsia="cs-CZ"/>
        </w:rPr>
        <w:t>společnosti/sdružení,</w:t>
      </w:r>
      <w:r w:rsidRPr="007F769F">
        <w:t xml:space="preserve"> nebo poddodavatel, </w:t>
      </w:r>
      <w:r>
        <w:t xml:space="preserve">prostřednictvím kterého </w:t>
      </w:r>
      <w:r w:rsidRPr="007F769F">
        <w:t>prokaz</w:t>
      </w:r>
      <w:r>
        <w:t>uje</w:t>
      </w:r>
      <w:r w:rsidRPr="007F769F">
        <w:t xml:space="preserve"> </w:t>
      </w:r>
      <w:r>
        <w:t xml:space="preserve">v tomto výběrovém řízení </w:t>
      </w:r>
      <w:r w:rsidRPr="007F769F">
        <w:t>kvalifikaci</w:t>
      </w:r>
      <w:r>
        <w:t>,</w:t>
      </w:r>
      <w:r w:rsidRPr="007F769F">
        <w:t xml:space="preserve"> do střetu zájmů dle § 4b </w:t>
      </w:r>
      <w:r>
        <w:t>z</w:t>
      </w:r>
      <w:r w:rsidRPr="007F769F">
        <w:t xml:space="preserve">ákona o střetu zájmů, a to kdykoliv až do okamžiku ukončení </w:t>
      </w:r>
      <w:r>
        <w:t>výběrové</w:t>
      </w:r>
      <w:r w:rsidRPr="007F769F">
        <w:t>ho řízení</w:t>
      </w:r>
      <w:r>
        <w:t>,</w:t>
      </w:r>
      <w:r w:rsidRPr="007F769F">
        <w:t xml:space="preserve"> oznámí tuto skutečnost bez zbytečného od</w:t>
      </w:r>
      <w:r>
        <w:t>kladu zadavateli</w:t>
      </w:r>
      <w:r w:rsidRPr="007F769F">
        <w:t>.</w:t>
      </w:r>
    </w:p>
    <w:p w14:paraId="25260C86" w14:textId="3DE6E4D5" w:rsidR="008C65E0" w:rsidRDefault="004E7513" w:rsidP="00C52A6F">
      <w:pPr>
        <w:pStyle w:val="Textbezslovn"/>
      </w:pPr>
      <w:r>
        <w:t xml:space="preserve">Dodavatel </w:t>
      </w:r>
      <w:r w:rsidRPr="00B277ED">
        <w:t xml:space="preserve">si </w:t>
      </w:r>
      <w:r>
        <w:t xml:space="preserve">je </w:t>
      </w:r>
      <w:r w:rsidRPr="00B277ED">
        <w:t>vědom všech právních důsledků, které pro n</w:t>
      </w:r>
      <w:r>
        <w:t>ěj</w:t>
      </w:r>
      <w:r w:rsidRPr="00B277ED">
        <w:t xml:space="preserve"> mohou vyplývat z nepravdivosti zde uvedených údajů a skutečností.</w:t>
      </w:r>
    </w:p>
    <w:p w14:paraId="3FBB2CFF" w14:textId="77777777" w:rsidR="00564DDD" w:rsidRDefault="00564DDD" w:rsidP="00C52A6F">
      <w:pPr>
        <w:pStyle w:val="Textbezslovn"/>
      </w:pPr>
      <w:r>
        <w:br w:type="page"/>
      </w:r>
    </w:p>
    <w:p w14:paraId="75B365BC" w14:textId="1DB57726" w:rsidR="0035531B" w:rsidRDefault="00BE7668" w:rsidP="00EF4E96">
      <w:pPr>
        <w:pStyle w:val="Nadpisbezsl1-1"/>
        <w:jc w:val="both"/>
      </w:pPr>
      <w:bookmarkStart w:id="5" w:name="_Toc213141692"/>
      <w:r>
        <w:lastRenderedPageBreak/>
        <w:t>Kapitola</w:t>
      </w:r>
      <w:r w:rsidR="0035531B">
        <w:t xml:space="preserve"> č. </w:t>
      </w:r>
      <w:r>
        <w:t>2</w:t>
      </w:r>
      <w:r w:rsidR="0035531B">
        <w:t xml:space="preserve"> </w:t>
      </w:r>
      <w:r w:rsidR="00ED1816" w:rsidRPr="00ED1816">
        <w:t>Údaje o společnosti dodavatelů podávajících nabídku společně</w:t>
      </w:r>
      <w:r w:rsidR="00606D40">
        <w:rPr>
          <w:rStyle w:val="Znakapoznpodarou"/>
        </w:rPr>
        <w:footnoteReference w:id="2"/>
      </w:r>
      <w:bookmarkEnd w:id="5"/>
    </w:p>
    <w:p w14:paraId="4A283EC5" w14:textId="77777777" w:rsidR="0035531B" w:rsidRDefault="0035531B" w:rsidP="00C52A6F">
      <w:pPr>
        <w:pStyle w:val="Textbezslovn"/>
      </w:pPr>
    </w:p>
    <w:p w14:paraId="04FCE2B6" w14:textId="030FC5AB" w:rsidR="0035531B" w:rsidRDefault="0035531B" w:rsidP="00C52A6F">
      <w:pPr>
        <w:pStyle w:val="Textbezslovn"/>
      </w:pPr>
      <w:r>
        <w:t>Jméno nebo název společnosti/sdružení/seskupení: [</w:t>
      </w:r>
      <w:r w:rsidRPr="00E24F78">
        <w:rPr>
          <w:b/>
          <w:highlight w:val="yellow"/>
        </w:rPr>
        <w:t>DOPLNÍ DODAVATEL</w:t>
      </w:r>
      <w:r>
        <w:t>]</w:t>
      </w:r>
    </w:p>
    <w:p w14:paraId="74921D1B" w14:textId="77777777" w:rsidR="0035531B" w:rsidRDefault="0035531B" w:rsidP="00C52A6F">
      <w:pPr>
        <w:pStyle w:val="Textbezslovn"/>
      </w:pPr>
    </w:p>
    <w:p w14:paraId="24738F78" w14:textId="77777777" w:rsidR="0035531B" w:rsidRPr="00454716" w:rsidRDefault="0035531B" w:rsidP="00C52A6F">
      <w:pPr>
        <w:pStyle w:val="Textbezslovn"/>
        <w:rPr>
          <w:rStyle w:val="Tun9b"/>
        </w:rPr>
      </w:pPr>
      <w:r w:rsidRPr="00454716">
        <w:rPr>
          <w:rStyle w:val="Tun9b"/>
        </w:rPr>
        <w:t>Identifikační údaje vedoucího společníka:</w:t>
      </w:r>
    </w:p>
    <w:p w14:paraId="0053AF69" w14:textId="5783B963" w:rsidR="0035531B" w:rsidRDefault="0035531B" w:rsidP="00C52A6F">
      <w:pPr>
        <w:pStyle w:val="Textbezslovn"/>
      </w:pPr>
      <w:r>
        <w:t xml:space="preserve">Obchodní firma </w:t>
      </w:r>
      <w:r w:rsidR="009560DD">
        <w:t>/jméno a příjmení</w:t>
      </w:r>
      <w:r w:rsidR="009560DD" w:rsidRPr="00833899">
        <w:rPr>
          <w:rStyle w:val="Znakapoznpodarou"/>
        </w:rPr>
        <w:footnoteReference w:id="3"/>
      </w:r>
      <w:r w:rsidR="009560DD">
        <w:t xml:space="preserve"> </w:t>
      </w:r>
      <w:r>
        <w:t>[</w:t>
      </w:r>
      <w:r w:rsidRPr="00E24F78">
        <w:rPr>
          <w:b/>
          <w:highlight w:val="yellow"/>
        </w:rPr>
        <w:t>DOPLNÍ DODAVATEL</w:t>
      </w:r>
      <w:r>
        <w:t>]</w:t>
      </w:r>
    </w:p>
    <w:p w14:paraId="257D0731" w14:textId="77777777" w:rsidR="0035531B" w:rsidRDefault="0035531B" w:rsidP="00C52A6F">
      <w:pPr>
        <w:pStyle w:val="Textbezslovn"/>
      </w:pPr>
      <w:r>
        <w:t>Sídlo [</w:t>
      </w:r>
      <w:r w:rsidRPr="00454716">
        <w:rPr>
          <w:highlight w:val="yellow"/>
        </w:rPr>
        <w:t>DOPLNÍ DODAVATEL</w:t>
      </w:r>
      <w:r>
        <w:t>]</w:t>
      </w:r>
    </w:p>
    <w:p w14:paraId="4889B78C" w14:textId="77777777" w:rsidR="0035531B" w:rsidRDefault="0035531B" w:rsidP="00C52A6F">
      <w:pPr>
        <w:pStyle w:val="Textbezslovn"/>
      </w:pPr>
      <w:r>
        <w:t>Právní forma [</w:t>
      </w:r>
      <w:r w:rsidRPr="00454716">
        <w:rPr>
          <w:highlight w:val="yellow"/>
        </w:rPr>
        <w:t>DOPLNÍ DODAVATEL</w:t>
      </w:r>
      <w:r>
        <w:t>]</w:t>
      </w:r>
    </w:p>
    <w:p w14:paraId="6653486E" w14:textId="77777777" w:rsidR="0035531B" w:rsidRDefault="0035531B" w:rsidP="00C52A6F">
      <w:pPr>
        <w:pStyle w:val="Textbezslovn"/>
      </w:pPr>
      <w:r>
        <w:t>IČO [</w:t>
      </w:r>
      <w:r w:rsidRPr="00454716">
        <w:rPr>
          <w:highlight w:val="yellow"/>
        </w:rPr>
        <w:t>DOPLNÍ DODAVATEL</w:t>
      </w:r>
      <w:r>
        <w:t>]</w:t>
      </w:r>
    </w:p>
    <w:p w14:paraId="240E843F" w14:textId="77777777" w:rsidR="0035531B" w:rsidRDefault="0035531B" w:rsidP="00C52A6F">
      <w:pPr>
        <w:pStyle w:val="Textbezslovn"/>
      </w:pPr>
    </w:p>
    <w:p w14:paraId="5BF42805" w14:textId="05241790" w:rsidR="0035531B" w:rsidRDefault="0035531B" w:rsidP="00C52A6F">
      <w:pPr>
        <w:pStyle w:val="Textbezslovn"/>
      </w:pPr>
      <w:r w:rsidRPr="00454716">
        <w:rPr>
          <w:rStyle w:val="Tun9b"/>
        </w:rPr>
        <w:t>Identifikační údaje</w:t>
      </w:r>
      <w:r>
        <w:t xml:space="preserve"> (obchodní firma</w:t>
      </w:r>
      <w:r w:rsidR="009560DD">
        <w:t>/jméno a příjmení</w:t>
      </w:r>
      <w:r>
        <w:t xml:space="preserve">, sídlo, právní forma, IČO) </w:t>
      </w:r>
      <w:r w:rsidRPr="00454716">
        <w:rPr>
          <w:rStyle w:val="Tun9b"/>
        </w:rPr>
        <w:t>ostatních společníků</w:t>
      </w:r>
      <w:r>
        <w:t xml:space="preserve"> (členů společnosti/sdružení/seskupení):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593"/>
        <w:gridCol w:w="3895"/>
        <w:gridCol w:w="2214"/>
      </w:tblGrid>
      <w:tr w:rsidR="00E6119C" w:rsidRPr="00454716" w14:paraId="246D2D25" w14:textId="77777777" w:rsidTr="00C62D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74F0D225" w14:textId="77777777" w:rsidR="00E6119C" w:rsidRPr="00454716" w:rsidRDefault="00E6119C" w:rsidP="00EF4E96">
            <w:pPr>
              <w:jc w:val="both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>Obchodní firma/</w:t>
            </w:r>
            <w:r>
              <w:rPr>
                <w:b/>
                <w:sz w:val="16"/>
                <w:szCs w:val="16"/>
              </w:rPr>
              <w:t xml:space="preserve"> jméno a příjmení</w:t>
            </w:r>
            <w:r w:rsidRPr="00454716">
              <w:rPr>
                <w:b/>
                <w:sz w:val="16"/>
                <w:szCs w:val="16"/>
              </w:rPr>
              <w:t xml:space="preserve"> společníka</w:t>
            </w:r>
          </w:p>
        </w:tc>
        <w:tc>
          <w:tcPr>
            <w:tcW w:w="3969" w:type="dxa"/>
          </w:tcPr>
          <w:p w14:paraId="55BADD49" w14:textId="74BE62CD" w:rsidR="00E6119C" w:rsidRPr="00454716" w:rsidRDefault="00E6119C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Sídlo</w:t>
            </w:r>
            <w:r w:rsidRPr="00454716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2242" w:type="dxa"/>
          </w:tcPr>
          <w:p w14:paraId="7CC81F7E" w14:textId="2499056E" w:rsidR="00E6119C" w:rsidRPr="00454716" w:rsidRDefault="00E6119C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IČO</w:t>
            </w:r>
          </w:p>
        </w:tc>
      </w:tr>
      <w:tr w:rsidR="00E6119C" w:rsidRPr="00454716" w14:paraId="260BC819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B69AE66" w14:textId="77777777" w:rsidR="00E6119C" w:rsidRPr="00454716" w:rsidRDefault="00E6119C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70543D3E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ABE6A95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E6119C" w:rsidRPr="00454716" w14:paraId="74FAA4FB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2D082520" w14:textId="77777777" w:rsidR="00E6119C" w:rsidRPr="00454716" w:rsidRDefault="00E6119C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2C84FF63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5464CBD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E6119C" w:rsidRPr="00454716" w14:paraId="11EEBA4C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E982579" w14:textId="77777777" w:rsidR="00E6119C" w:rsidRPr="00454716" w:rsidRDefault="00E6119C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DE26933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1EAA5FD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E6119C" w:rsidRPr="00454716" w14:paraId="316D60C1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bottom w:val="single" w:sz="2" w:space="0" w:color="auto"/>
            </w:tcBorders>
          </w:tcPr>
          <w:p w14:paraId="0E6DB1DB" w14:textId="77777777" w:rsidR="00E6119C" w:rsidRPr="00454716" w:rsidRDefault="00E6119C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bottom w:val="single" w:sz="2" w:space="0" w:color="auto"/>
            </w:tcBorders>
          </w:tcPr>
          <w:p w14:paraId="214CD389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bottom w:val="single" w:sz="2" w:space="0" w:color="auto"/>
            </w:tcBorders>
          </w:tcPr>
          <w:p w14:paraId="1B5BF25B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E6119C" w:rsidRPr="00454716" w14:paraId="3F46DE37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bottom w:val="single" w:sz="2" w:space="0" w:color="auto"/>
            </w:tcBorders>
          </w:tcPr>
          <w:p w14:paraId="4C25A1D5" w14:textId="77777777" w:rsidR="00E6119C" w:rsidRPr="00454716" w:rsidRDefault="00E6119C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bottom w:val="single" w:sz="2" w:space="0" w:color="auto"/>
            </w:tcBorders>
          </w:tcPr>
          <w:p w14:paraId="5ABE3A6D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bottom w:val="single" w:sz="2" w:space="0" w:color="auto"/>
            </w:tcBorders>
          </w:tcPr>
          <w:p w14:paraId="4ED43D77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E6119C" w:rsidRPr="00454716" w14:paraId="24DEEFA7" w14:textId="77777777" w:rsidTr="00C62D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top w:val="single" w:sz="2" w:space="0" w:color="auto"/>
            </w:tcBorders>
            <w:shd w:val="clear" w:color="auto" w:fill="auto"/>
          </w:tcPr>
          <w:p w14:paraId="1CC7B19C" w14:textId="77777777" w:rsidR="00E6119C" w:rsidRPr="00454716" w:rsidRDefault="00E6119C" w:rsidP="00EF4E96">
            <w:pPr>
              <w:jc w:val="both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top w:val="single" w:sz="2" w:space="0" w:color="auto"/>
            </w:tcBorders>
            <w:shd w:val="clear" w:color="auto" w:fill="auto"/>
          </w:tcPr>
          <w:p w14:paraId="33F5680B" w14:textId="77777777" w:rsidR="00E6119C" w:rsidRPr="00454716" w:rsidRDefault="00E6119C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top w:val="single" w:sz="2" w:space="0" w:color="auto"/>
            </w:tcBorders>
            <w:shd w:val="clear" w:color="auto" w:fill="auto"/>
          </w:tcPr>
          <w:p w14:paraId="68A53494" w14:textId="77777777" w:rsidR="00E6119C" w:rsidRPr="00454716" w:rsidRDefault="00E6119C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07ED6E8D" w14:textId="77777777" w:rsidR="0035531B" w:rsidRDefault="0035531B" w:rsidP="00C52A6F">
      <w:pPr>
        <w:pStyle w:val="Textbezslovn"/>
      </w:pPr>
    </w:p>
    <w:p w14:paraId="3AB6D99C" w14:textId="77777777" w:rsidR="0035531B" w:rsidRDefault="0035531B" w:rsidP="00C52A6F">
      <w:pPr>
        <w:pStyle w:val="Textbezslovn"/>
      </w:pPr>
      <w:r w:rsidRPr="00EF4E96">
        <w:rPr>
          <w:b/>
          <w:bCs/>
        </w:rPr>
        <w:t>Podíl</w:t>
      </w:r>
      <w:r>
        <w:t xml:space="preserve">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591"/>
        <w:gridCol w:w="3898"/>
        <w:gridCol w:w="2213"/>
      </w:tblGrid>
      <w:tr w:rsidR="00454716" w:rsidRPr="00454716" w14:paraId="3A053A44" w14:textId="77777777" w:rsidTr="003076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13C70CF7" w14:textId="0553821B" w:rsidR="00454716" w:rsidRPr="00454716" w:rsidRDefault="00454716" w:rsidP="00EF4E96">
            <w:pPr>
              <w:jc w:val="both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>Obchodní firma/</w:t>
            </w:r>
            <w:r w:rsidR="009560DD">
              <w:rPr>
                <w:b/>
                <w:sz w:val="16"/>
                <w:szCs w:val="16"/>
              </w:rPr>
              <w:t xml:space="preserve"> jméno a příjmení</w:t>
            </w:r>
            <w:r w:rsidRPr="00454716">
              <w:rPr>
                <w:b/>
                <w:sz w:val="16"/>
                <w:szCs w:val="16"/>
              </w:rPr>
              <w:t xml:space="preserve"> společníka</w:t>
            </w:r>
          </w:p>
        </w:tc>
        <w:tc>
          <w:tcPr>
            <w:tcW w:w="3969" w:type="dxa"/>
          </w:tcPr>
          <w:p w14:paraId="56492AA8" w14:textId="1A35D641" w:rsidR="00454716" w:rsidRPr="00454716" w:rsidRDefault="00454716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 xml:space="preserve">Předpokládaný podíl na zakázce v % </w:t>
            </w:r>
            <w:r w:rsidR="008B4003" w:rsidRPr="00454716">
              <w:rPr>
                <w:b/>
                <w:sz w:val="16"/>
                <w:szCs w:val="16"/>
              </w:rPr>
              <w:t>z objemu</w:t>
            </w:r>
            <w:r w:rsidRPr="00454716">
              <w:rPr>
                <w:b/>
                <w:sz w:val="16"/>
                <w:szCs w:val="16"/>
              </w:rPr>
              <w:t xml:space="preserve"> (nabídkové ceny) veřejné zakázky </w:t>
            </w:r>
          </w:p>
        </w:tc>
        <w:tc>
          <w:tcPr>
            <w:tcW w:w="2242" w:type="dxa"/>
          </w:tcPr>
          <w:p w14:paraId="4FF66172" w14:textId="77777777" w:rsidR="00454716" w:rsidRPr="00454716" w:rsidRDefault="00454716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 xml:space="preserve">Věcné vymezení plnění </w:t>
            </w:r>
          </w:p>
        </w:tc>
      </w:tr>
      <w:tr w:rsidR="00454716" w:rsidRPr="00454716" w14:paraId="2B78E8C5" w14:textId="77777777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75991319" w14:textId="77777777" w:rsidR="00454716" w:rsidRPr="00454716" w:rsidRDefault="00454716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C7EA277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12B76C9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14:paraId="5CAFEDE7" w14:textId="77777777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88688D5" w14:textId="77777777" w:rsidR="00454716" w:rsidRPr="00454716" w:rsidRDefault="00454716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C3C4738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F850223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14:paraId="65A96850" w14:textId="77777777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446940D" w14:textId="77777777" w:rsidR="00454716" w:rsidRPr="00454716" w:rsidRDefault="00454716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2AAAE76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8F3A262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14:paraId="289BD230" w14:textId="77777777" w:rsidTr="004547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bottom w:val="single" w:sz="2" w:space="0" w:color="auto"/>
            </w:tcBorders>
          </w:tcPr>
          <w:p w14:paraId="2F13A652" w14:textId="77777777" w:rsidR="00454716" w:rsidRPr="00454716" w:rsidRDefault="00454716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bottom w:val="single" w:sz="2" w:space="0" w:color="auto"/>
            </w:tcBorders>
          </w:tcPr>
          <w:p w14:paraId="1FE068CA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bottom w:val="single" w:sz="2" w:space="0" w:color="auto"/>
            </w:tcBorders>
          </w:tcPr>
          <w:p w14:paraId="7F20CE6B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14:paraId="41776EB0" w14:textId="77777777" w:rsidTr="004547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bottom w:val="single" w:sz="2" w:space="0" w:color="auto"/>
            </w:tcBorders>
          </w:tcPr>
          <w:p w14:paraId="7CDB43E4" w14:textId="77777777" w:rsidR="00454716" w:rsidRPr="00454716" w:rsidRDefault="00454716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bottom w:val="single" w:sz="2" w:space="0" w:color="auto"/>
            </w:tcBorders>
          </w:tcPr>
          <w:p w14:paraId="02C87479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bottom w:val="single" w:sz="2" w:space="0" w:color="auto"/>
            </w:tcBorders>
          </w:tcPr>
          <w:p w14:paraId="5F28F622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14:paraId="48DB1348" w14:textId="77777777" w:rsidTr="0045471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top w:val="single" w:sz="2" w:space="0" w:color="auto"/>
            </w:tcBorders>
            <w:shd w:val="clear" w:color="auto" w:fill="auto"/>
          </w:tcPr>
          <w:p w14:paraId="1DDE3BD8" w14:textId="77777777" w:rsidR="00454716" w:rsidRPr="00454716" w:rsidRDefault="00454716" w:rsidP="00EF4E96">
            <w:pPr>
              <w:jc w:val="both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top w:val="single" w:sz="2" w:space="0" w:color="auto"/>
            </w:tcBorders>
            <w:shd w:val="clear" w:color="auto" w:fill="auto"/>
          </w:tcPr>
          <w:p w14:paraId="71AA8224" w14:textId="77777777" w:rsidR="00454716" w:rsidRPr="00454716" w:rsidRDefault="00454716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top w:val="single" w:sz="2" w:space="0" w:color="auto"/>
            </w:tcBorders>
            <w:shd w:val="clear" w:color="auto" w:fill="auto"/>
          </w:tcPr>
          <w:p w14:paraId="354F9385" w14:textId="77777777" w:rsidR="00454716" w:rsidRPr="00454716" w:rsidRDefault="00454716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177F9351" w14:textId="2B0342BF" w:rsidR="0035531B" w:rsidRDefault="005D6C1E" w:rsidP="00C52A6F">
      <w:pPr>
        <w:pStyle w:val="Textbezslovn"/>
      </w:pPr>
      <w:r>
        <w:t>Podíl jednotlivých společníků na kvalifikaci</w:t>
      </w:r>
      <w:r w:rsidR="00ED24FA">
        <w:t>:</w:t>
      </w: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457"/>
        <w:gridCol w:w="4332"/>
      </w:tblGrid>
      <w:tr w:rsidR="005D6C1E" w:rsidRPr="00307641" w14:paraId="09946D7F" w14:textId="77777777" w:rsidTr="00744C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bottom w:val="single" w:sz="2" w:space="0" w:color="auto"/>
            </w:tcBorders>
          </w:tcPr>
          <w:p w14:paraId="56243123" w14:textId="77777777" w:rsidR="005D6C1E" w:rsidRPr="00307641" w:rsidRDefault="005D6C1E" w:rsidP="00744CE4">
            <w:pPr>
              <w:pStyle w:val="Textbezslovn"/>
              <w:rPr>
                <w:b/>
                <w:sz w:val="16"/>
                <w:szCs w:val="16"/>
              </w:rPr>
            </w:pPr>
            <w:r w:rsidRPr="00307641">
              <w:rPr>
                <w:b/>
                <w:sz w:val="16"/>
                <w:szCs w:val="16"/>
              </w:rPr>
              <w:t>Obchodní firma/název/jméno a příjmení, sídlo, IČO</w:t>
            </w:r>
          </w:p>
        </w:tc>
        <w:tc>
          <w:tcPr>
            <w:tcW w:w="4332" w:type="dxa"/>
            <w:tcBorders>
              <w:bottom w:val="single" w:sz="2" w:space="0" w:color="auto"/>
            </w:tcBorders>
          </w:tcPr>
          <w:p w14:paraId="457DE3AE" w14:textId="77777777" w:rsidR="005D6C1E" w:rsidRPr="00307641" w:rsidRDefault="005D6C1E" w:rsidP="00744CE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  <w:highlight w:val="yellow"/>
              </w:rPr>
            </w:pPr>
            <w:r w:rsidRPr="00307641">
              <w:rPr>
                <w:b/>
                <w:sz w:val="16"/>
                <w:szCs w:val="16"/>
              </w:rPr>
              <w:t>Prokazovaná část kvalifikace</w:t>
            </w:r>
          </w:p>
        </w:tc>
      </w:tr>
      <w:tr w:rsidR="005D6C1E" w:rsidRPr="00833899" w14:paraId="2683D168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1E39481A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168FD24F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1792F0FB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2A0538CE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25610F41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58788B00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7B3381C8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0206C321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5F20E18E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237959D1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0177771A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6CDE9053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0B79FEE0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623380BC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52DC1C14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17CEFF0A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7B1AEBFC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4AE4DB16" w14:textId="77777777" w:rsidTr="00744CE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  <w:shd w:val="clear" w:color="auto" w:fill="auto"/>
          </w:tcPr>
          <w:p w14:paraId="612E1D14" w14:textId="77777777" w:rsidR="005D6C1E" w:rsidRPr="00833899" w:rsidRDefault="005D6C1E" w:rsidP="00744CE4">
            <w:pPr>
              <w:jc w:val="both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  <w:shd w:val="clear" w:color="auto" w:fill="auto"/>
          </w:tcPr>
          <w:p w14:paraId="411E8519" w14:textId="77777777" w:rsidR="005D6C1E" w:rsidRPr="00833899" w:rsidRDefault="005D6C1E" w:rsidP="00744CE4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14433BF5" w14:textId="77777777" w:rsidR="0035531B" w:rsidRDefault="0035531B" w:rsidP="00C52A6F">
      <w:pPr>
        <w:pStyle w:val="Textbezslovn"/>
      </w:pPr>
    </w:p>
    <w:p w14:paraId="725FDBF3" w14:textId="77777777" w:rsidR="0035531B" w:rsidRDefault="0035531B" w:rsidP="00C52A6F">
      <w:pPr>
        <w:pStyle w:val="Textbezslovn"/>
      </w:pPr>
      <w:r>
        <w:t>Informace</w:t>
      </w:r>
      <w:r w:rsidR="00092CC9">
        <w:t xml:space="preserve"> o </w:t>
      </w:r>
      <w:r>
        <w:t>rozdělení odpovědnosti za plnění veřejné zakázky: [</w:t>
      </w:r>
      <w:r w:rsidRPr="00454716">
        <w:rPr>
          <w:highlight w:val="yellow"/>
        </w:rPr>
        <w:t>DOPLNÍ DODAVATEL</w:t>
      </w:r>
      <w:r>
        <w:t xml:space="preserve">] </w:t>
      </w:r>
    </w:p>
    <w:p w14:paraId="6285F116" w14:textId="77777777" w:rsidR="0035531B" w:rsidRDefault="0035531B" w:rsidP="00C52A6F">
      <w:pPr>
        <w:pStyle w:val="Doplujcdaje"/>
        <w:jc w:val="both"/>
      </w:pPr>
      <w:r>
        <w:t>(pozn.: zadavatel požaduje, aby odpovědnost nesli všichni dodavatelé podávající společnou nabídku společně</w:t>
      </w:r>
      <w:r w:rsidR="00845C50">
        <w:t xml:space="preserve"> a </w:t>
      </w:r>
      <w:r w:rsidR="00DD63D8">
        <w:t>nerozdílně</w:t>
      </w:r>
      <w:r>
        <w:t>)</w:t>
      </w:r>
    </w:p>
    <w:p w14:paraId="477EC3EA" w14:textId="77777777" w:rsidR="0035531B" w:rsidRDefault="0035531B" w:rsidP="00C52A6F">
      <w:pPr>
        <w:pStyle w:val="Textbezslovn"/>
      </w:pPr>
    </w:p>
    <w:p w14:paraId="652EC990" w14:textId="77777777" w:rsidR="0035531B" w:rsidRDefault="0035531B" w:rsidP="00C52A6F">
      <w:pPr>
        <w:pStyle w:val="Textbezslovn"/>
      </w:pPr>
    </w:p>
    <w:p w14:paraId="4EF7862F" w14:textId="1F51CC48" w:rsidR="00066766" w:rsidRDefault="00E22792" w:rsidP="00C52A6F">
      <w:pPr>
        <w:pStyle w:val="Textbezslovn"/>
      </w:pPr>
      <w:r w:rsidRPr="00454716">
        <w:rPr>
          <w:rStyle w:val="Tun9b"/>
        </w:rPr>
        <w:t>Příloha:</w:t>
      </w:r>
      <w:r>
        <w:t xml:space="preserve"> Smlouva</w:t>
      </w:r>
      <w:r w:rsidR="00092CC9">
        <w:t xml:space="preserve"> o </w:t>
      </w:r>
      <w:r w:rsidR="0035531B">
        <w:t>vzniku společnosti/sdružení/seskupení, příp. jiný dokument</w:t>
      </w:r>
    </w:p>
    <w:p w14:paraId="2016A194" w14:textId="77777777" w:rsidR="00066766" w:rsidRDefault="00066766" w:rsidP="00EF4E96">
      <w:pPr>
        <w:jc w:val="both"/>
      </w:pPr>
      <w:r>
        <w:br w:type="page"/>
      </w:r>
    </w:p>
    <w:p w14:paraId="12717AF5" w14:textId="6E817052" w:rsidR="00066766" w:rsidRDefault="00066766" w:rsidP="00EF4E96">
      <w:pPr>
        <w:pStyle w:val="Nadpisbezsl1-1"/>
        <w:jc w:val="both"/>
      </w:pPr>
      <w:bookmarkStart w:id="6" w:name="_Toc213141693"/>
      <w:r>
        <w:t xml:space="preserve">Kapitola č. </w:t>
      </w:r>
      <w:r w:rsidR="00D6532E">
        <w:t>3</w:t>
      </w:r>
      <w:r w:rsidR="00D6532E" w:rsidRPr="00ED1816">
        <w:t xml:space="preserve"> </w:t>
      </w:r>
      <w:r w:rsidRPr="00ED1816">
        <w:t xml:space="preserve">Čestné prohlášení o splnění podmínek </w:t>
      </w:r>
      <w:r w:rsidR="006A077F">
        <w:br/>
      </w:r>
      <w:r w:rsidRPr="00ED1816">
        <w:t>v souvislosti s mezinárodními sankcemi</w:t>
      </w:r>
      <w:bookmarkEnd w:id="6"/>
    </w:p>
    <w:p w14:paraId="3FF7B51C" w14:textId="55192643" w:rsidR="00066766" w:rsidRDefault="00055C05" w:rsidP="00C52A6F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EF4E96">
        <w:rPr>
          <w:rFonts w:eastAsia="Times New Roman" w:cs="Times New Roman"/>
          <w:b/>
          <w:bCs/>
          <w:lang w:eastAsia="cs-CZ"/>
        </w:rPr>
        <w:t>Dodavatel</w:t>
      </w:r>
      <w:r w:rsidR="00066766" w:rsidRPr="00EF4E96">
        <w:rPr>
          <w:rFonts w:eastAsia="Times New Roman" w:cs="Times New Roman"/>
          <w:b/>
          <w:bCs/>
          <w:lang w:eastAsia="cs-CZ"/>
        </w:rPr>
        <w:t xml:space="preserve"> tímto čestně prohlašuje</w:t>
      </w:r>
      <w:r w:rsidR="00066766">
        <w:rPr>
          <w:rFonts w:eastAsia="Times New Roman" w:cs="Times New Roman"/>
          <w:lang w:eastAsia="cs-CZ"/>
        </w:rPr>
        <w:t>, že:</w:t>
      </w:r>
    </w:p>
    <w:p w14:paraId="1CEBC91E" w14:textId="6C4D5EE4" w:rsidR="00066766" w:rsidRDefault="00066766" w:rsidP="00C52A6F">
      <w:pPr>
        <w:pStyle w:val="Odstavecseseznamem"/>
        <w:numPr>
          <w:ilvl w:val="0"/>
          <w:numId w:val="17"/>
        </w:num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on sám</w:t>
      </w:r>
      <w:r w:rsidRPr="00BE68D3">
        <w:rPr>
          <w:rFonts w:eastAsia="Calibri" w:cs="Times New Roman"/>
        </w:rPr>
        <w:t xml:space="preserve">, </w:t>
      </w:r>
      <w:r w:rsidR="00905932">
        <w:rPr>
          <w:rFonts w:eastAsia="Calibri" w:cs="Times New Roman"/>
        </w:rPr>
        <w:t xml:space="preserve">ani </w:t>
      </w:r>
      <w:r w:rsidR="00757F72" w:rsidRPr="00247FAF">
        <w:rPr>
          <w:rFonts w:eastAsia="Times New Roman" w:cs="Times New Roman"/>
          <w:lang w:eastAsia="cs-CZ"/>
        </w:rPr>
        <w:t>případn</w:t>
      </w:r>
      <w:r w:rsidR="00905932">
        <w:rPr>
          <w:rFonts w:eastAsia="Times New Roman" w:cs="Times New Roman"/>
          <w:lang w:eastAsia="cs-CZ"/>
        </w:rPr>
        <w:t>í další</w:t>
      </w:r>
      <w:r w:rsidR="00757F72" w:rsidRPr="00247FAF">
        <w:rPr>
          <w:rFonts w:eastAsia="Times New Roman" w:cs="Times New Roman"/>
          <w:lang w:eastAsia="cs-CZ"/>
        </w:rPr>
        <w:t xml:space="preserve"> dodavatelé</w:t>
      </w:r>
      <w:r w:rsidR="002323E9">
        <w:rPr>
          <w:rFonts w:eastAsia="Times New Roman" w:cs="Times New Roman"/>
          <w:lang w:eastAsia="cs-CZ"/>
        </w:rPr>
        <w:t>, s nimiž podává nabídku společně v rámci</w:t>
      </w:r>
      <w:r w:rsidR="00757F72" w:rsidRPr="00247FAF">
        <w:rPr>
          <w:rFonts w:eastAsia="Times New Roman" w:cs="Times New Roman"/>
          <w:lang w:eastAsia="cs-CZ"/>
        </w:rPr>
        <w:t xml:space="preserve"> </w:t>
      </w:r>
      <w:r w:rsidR="00757F72">
        <w:rPr>
          <w:rFonts w:eastAsia="Times New Roman" w:cs="Times New Roman"/>
          <w:lang w:eastAsia="cs-CZ"/>
        </w:rPr>
        <w:t>společnosti/sdružení</w:t>
      </w:r>
      <w:r w:rsidR="00757F72" w:rsidRPr="00247FAF">
        <w:rPr>
          <w:rFonts w:eastAsia="Times New Roman" w:cs="Times New Roman"/>
          <w:lang w:eastAsia="cs-CZ"/>
        </w:rPr>
        <w:t xml:space="preserve"> za účelem účasti v</w:t>
      </w:r>
      <w:r w:rsidR="00757F72">
        <w:rPr>
          <w:rFonts w:eastAsia="Times New Roman" w:cs="Times New Roman"/>
          <w:lang w:eastAsia="cs-CZ"/>
        </w:rPr>
        <w:t>e</w:t>
      </w:r>
      <w:r w:rsidR="00757F72" w:rsidRPr="00247FAF">
        <w:rPr>
          <w:rFonts w:eastAsia="Times New Roman" w:cs="Times New Roman"/>
          <w:lang w:eastAsia="cs-CZ"/>
        </w:rPr>
        <w:t> </w:t>
      </w:r>
      <w:r w:rsidR="00757F72">
        <w:rPr>
          <w:rFonts w:eastAsia="Times New Roman" w:cs="Times New Roman"/>
          <w:lang w:eastAsia="cs-CZ"/>
        </w:rPr>
        <w:t xml:space="preserve">výběrovém </w:t>
      </w:r>
      <w:r w:rsidR="00757F72" w:rsidRPr="00247FAF">
        <w:rPr>
          <w:rFonts w:eastAsia="Times New Roman" w:cs="Times New Roman"/>
          <w:lang w:eastAsia="cs-CZ"/>
        </w:rPr>
        <w:t xml:space="preserve">řízení, ani </w:t>
      </w:r>
      <w:r w:rsidR="00757F72" w:rsidRPr="00247FAF">
        <w:t>žádný z</w:t>
      </w:r>
      <w:r w:rsidR="00757F72">
        <w:t> jejich</w:t>
      </w:r>
      <w:r w:rsidR="00757F72" w:rsidRPr="00247FAF">
        <w:t xml:space="preserve"> poddodavatelů</w:t>
      </w:r>
      <w:r w:rsidR="00757F72" w:rsidRPr="00BE68D3" w:rsidDel="00757F72">
        <w:rPr>
          <w:rFonts w:eastAsia="Calibri" w:cs="Times New Roman"/>
        </w:rPr>
        <w:t xml:space="preserve"> </w:t>
      </w:r>
      <w:r w:rsidRPr="00782B02">
        <w:rPr>
          <w:rFonts w:eastAsia="Calibri" w:cs="Times New Roman"/>
          <w:b/>
        </w:rPr>
        <w:t>nejsou</w:t>
      </w:r>
      <w:r w:rsidRPr="00BE68D3">
        <w:rPr>
          <w:rFonts w:eastAsia="Calibri" w:cs="Times New Roman"/>
        </w:rPr>
        <w:t xml:space="preserve"> osobami, na něž se vztahuje zákaz zadání veřejné zakázky </w:t>
      </w:r>
      <w:r>
        <w:rPr>
          <w:rFonts w:eastAsia="Calibri" w:cs="Times New Roman"/>
        </w:rPr>
        <w:t xml:space="preserve">analogicky </w:t>
      </w:r>
      <w:r w:rsidRPr="00BE68D3">
        <w:rPr>
          <w:rFonts w:eastAsia="Calibri" w:cs="Times New Roman"/>
        </w:rPr>
        <w:t>ve smyslu § 48a</w:t>
      </w:r>
      <w:r>
        <w:rPr>
          <w:rFonts w:eastAsia="Calibri" w:cs="Times New Roman"/>
        </w:rPr>
        <w:t xml:space="preserve"> </w:t>
      </w:r>
      <w:r w:rsidRPr="00CF5F4D">
        <w:rPr>
          <w:rFonts w:eastAsia="Times New Roman" w:cs="Times New Roman"/>
          <w:lang w:eastAsia="cs-CZ"/>
        </w:rPr>
        <w:t>zákona č. 134/2016 Sb., o zadávání veřejných zakázek, ve znění pozdějších předpisů</w:t>
      </w:r>
      <w:r>
        <w:rPr>
          <w:rFonts w:eastAsia="Calibri" w:cs="Times New Roman"/>
        </w:rPr>
        <w:t>;</w:t>
      </w:r>
    </w:p>
    <w:p w14:paraId="3F4338EA" w14:textId="7A7833F3" w:rsidR="00066766" w:rsidRDefault="00066766" w:rsidP="00C52A6F">
      <w:pPr>
        <w:pStyle w:val="Odstavecseseznamem"/>
        <w:numPr>
          <w:ilvl w:val="0"/>
          <w:numId w:val="1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</w:t>
      </w:r>
      <w:r w:rsidR="001919A9" w:rsidRPr="001919A9">
        <w:rPr>
          <w:rFonts w:eastAsia="Calibri" w:cs="Times New Roman"/>
        </w:rPr>
        <w:t xml:space="preserve"> </w:t>
      </w:r>
      <w:r w:rsidR="001919A9">
        <w:rPr>
          <w:rFonts w:eastAsia="Calibri" w:cs="Times New Roman"/>
        </w:rPr>
        <w:t xml:space="preserve">ani </w:t>
      </w:r>
      <w:r w:rsidR="001919A9" w:rsidRPr="00247FAF">
        <w:rPr>
          <w:rFonts w:eastAsia="Times New Roman" w:cs="Times New Roman"/>
          <w:lang w:eastAsia="cs-CZ"/>
        </w:rPr>
        <w:t>případn</w:t>
      </w:r>
      <w:r w:rsidR="001919A9">
        <w:rPr>
          <w:rFonts w:eastAsia="Times New Roman" w:cs="Times New Roman"/>
          <w:lang w:eastAsia="cs-CZ"/>
        </w:rPr>
        <w:t>í další</w:t>
      </w:r>
      <w:r w:rsidR="001919A9" w:rsidRPr="00247FAF">
        <w:rPr>
          <w:rFonts w:eastAsia="Times New Roman" w:cs="Times New Roman"/>
          <w:lang w:eastAsia="cs-CZ"/>
        </w:rPr>
        <w:t xml:space="preserve"> dodavatelé</w:t>
      </w:r>
      <w:r w:rsidR="001919A9">
        <w:rPr>
          <w:rFonts w:eastAsia="Times New Roman" w:cs="Times New Roman"/>
          <w:lang w:eastAsia="cs-CZ"/>
        </w:rPr>
        <w:t>, s nimiž podává nabídku společně v rámci</w:t>
      </w:r>
      <w:r w:rsidR="001919A9" w:rsidRPr="00247FAF">
        <w:rPr>
          <w:rFonts w:eastAsia="Times New Roman" w:cs="Times New Roman"/>
          <w:lang w:eastAsia="cs-CZ"/>
        </w:rPr>
        <w:t xml:space="preserve"> </w:t>
      </w:r>
      <w:r w:rsidR="001919A9">
        <w:rPr>
          <w:rFonts w:eastAsia="Times New Roman" w:cs="Times New Roman"/>
          <w:lang w:eastAsia="cs-CZ"/>
        </w:rPr>
        <w:t>společnosti/sdružení</w:t>
      </w:r>
      <w:r w:rsidR="001919A9" w:rsidRPr="00247FAF">
        <w:rPr>
          <w:rFonts w:eastAsia="Times New Roman" w:cs="Times New Roman"/>
          <w:lang w:eastAsia="cs-CZ"/>
        </w:rPr>
        <w:t xml:space="preserve"> za účelem účasti v</w:t>
      </w:r>
      <w:r w:rsidR="001919A9">
        <w:rPr>
          <w:rFonts w:eastAsia="Times New Roman" w:cs="Times New Roman"/>
          <w:lang w:eastAsia="cs-CZ"/>
        </w:rPr>
        <w:t>e</w:t>
      </w:r>
      <w:r w:rsidR="001919A9" w:rsidRPr="00247FAF">
        <w:rPr>
          <w:rFonts w:eastAsia="Times New Roman" w:cs="Times New Roman"/>
          <w:lang w:eastAsia="cs-CZ"/>
        </w:rPr>
        <w:t> </w:t>
      </w:r>
      <w:r w:rsidR="001919A9">
        <w:rPr>
          <w:rFonts w:eastAsia="Times New Roman" w:cs="Times New Roman"/>
          <w:lang w:eastAsia="cs-CZ"/>
        </w:rPr>
        <w:t xml:space="preserve">výběrovém </w:t>
      </w:r>
      <w:r w:rsidR="001919A9" w:rsidRPr="00247FAF">
        <w:rPr>
          <w:rFonts w:eastAsia="Times New Roman" w:cs="Times New Roman"/>
          <w:lang w:eastAsia="cs-CZ"/>
        </w:rPr>
        <w:t xml:space="preserve">řízení, ani </w:t>
      </w:r>
      <w:r w:rsidR="001919A9" w:rsidRPr="00247FAF">
        <w:t>žádný z</w:t>
      </w:r>
      <w:r w:rsidR="001919A9">
        <w:t> jejich</w:t>
      </w:r>
      <w:r w:rsidR="001919A9" w:rsidRPr="00247FAF">
        <w:t xml:space="preserve"> poddodavatelů</w:t>
      </w:r>
      <w:r w:rsidRPr="00247FAF">
        <w:t xml:space="preserve">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>
        <w:rPr>
          <w:rFonts w:eastAsia="Calibri" w:cs="Times New Roman"/>
        </w:rPr>
        <w:t>;</w:t>
      </w:r>
    </w:p>
    <w:p w14:paraId="2D8723F6" w14:textId="5798A786" w:rsidR="00066766" w:rsidRDefault="00066766" w:rsidP="00C52A6F">
      <w:pPr>
        <w:pStyle w:val="Odstavecseseznamem"/>
        <w:numPr>
          <w:ilvl w:val="0"/>
          <w:numId w:val="17"/>
        </w:num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>on sám</w:t>
      </w:r>
      <w:r w:rsidR="001919A9" w:rsidRPr="001919A9">
        <w:rPr>
          <w:rFonts w:eastAsia="Calibri" w:cs="Times New Roman"/>
        </w:rPr>
        <w:t xml:space="preserve"> </w:t>
      </w:r>
      <w:r w:rsidR="001919A9">
        <w:rPr>
          <w:rFonts w:eastAsia="Calibri" w:cs="Times New Roman"/>
        </w:rPr>
        <w:t xml:space="preserve">ani </w:t>
      </w:r>
      <w:r w:rsidR="001919A9" w:rsidRPr="00247FAF">
        <w:rPr>
          <w:rFonts w:eastAsia="Times New Roman" w:cs="Times New Roman"/>
          <w:lang w:eastAsia="cs-CZ"/>
        </w:rPr>
        <w:t>případn</w:t>
      </w:r>
      <w:r w:rsidR="001919A9">
        <w:rPr>
          <w:rFonts w:eastAsia="Times New Roman" w:cs="Times New Roman"/>
          <w:lang w:eastAsia="cs-CZ"/>
        </w:rPr>
        <w:t>í další</w:t>
      </w:r>
      <w:r w:rsidR="001919A9" w:rsidRPr="00247FAF">
        <w:rPr>
          <w:rFonts w:eastAsia="Times New Roman" w:cs="Times New Roman"/>
          <w:lang w:eastAsia="cs-CZ"/>
        </w:rPr>
        <w:t xml:space="preserve"> dodavatelé</w:t>
      </w:r>
      <w:r w:rsidR="001919A9">
        <w:rPr>
          <w:rFonts w:eastAsia="Times New Roman" w:cs="Times New Roman"/>
          <w:lang w:eastAsia="cs-CZ"/>
        </w:rPr>
        <w:t>, s nimiž podává nabídku společně v rámci</w:t>
      </w:r>
      <w:r w:rsidR="001919A9" w:rsidRPr="00247FAF">
        <w:rPr>
          <w:rFonts w:eastAsia="Times New Roman" w:cs="Times New Roman"/>
          <w:lang w:eastAsia="cs-CZ"/>
        </w:rPr>
        <w:t xml:space="preserve"> </w:t>
      </w:r>
      <w:r w:rsidR="001919A9">
        <w:rPr>
          <w:rFonts w:eastAsia="Times New Roman" w:cs="Times New Roman"/>
          <w:lang w:eastAsia="cs-CZ"/>
        </w:rPr>
        <w:t>společnosti/sdružení</w:t>
      </w:r>
      <w:r w:rsidR="001919A9" w:rsidRPr="00247FAF">
        <w:rPr>
          <w:rFonts w:eastAsia="Times New Roman" w:cs="Times New Roman"/>
          <w:lang w:eastAsia="cs-CZ"/>
        </w:rPr>
        <w:t xml:space="preserve"> za účelem účasti v</w:t>
      </w:r>
      <w:r w:rsidR="001919A9">
        <w:rPr>
          <w:rFonts w:eastAsia="Times New Roman" w:cs="Times New Roman"/>
          <w:lang w:eastAsia="cs-CZ"/>
        </w:rPr>
        <w:t>e</w:t>
      </w:r>
      <w:r w:rsidR="001919A9" w:rsidRPr="00247FAF">
        <w:rPr>
          <w:rFonts w:eastAsia="Times New Roman" w:cs="Times New Roman"/>
          <w:lang w:eastAsia="cs-CZ"/>
        </w:rPr>
        <w:t> </w:t>
      </w:r>
      <w:r w:rsidR="001919A9">
        <w:rPr>
          <w:rFonts w:eastAsia="Times New Roman" w:cs="Times New Roman"/>
          <w:lang w:eastAsia="cs-CZ"/>
        </w:rPr>
        <w:t xml:space="preserve">výběrovém </w:t>
      </w:r>
      <w:r w:rsidR="001919A9" w:rsidRPr="00247FAF">
        <w:rPr>
          <w:rFonts w:eastAsia="Times New Roman" w:cs="Times New Roman"/>
          <w:lang w:eastAsia="cs-CZ"/>
        </w:rPr>
        <w:t xml:space="preserve">řízení, ani </w:t>
      </w:r>
      <w:r w:rsidR="001919A9" w:rsidRPr="00247FAF">
        <w:t>žádný z</w:t>
      </w:r>
      <w:r w:rsidR="001919A9">
        <w:t> jejich</w:t>
      </w:r>
      <w:r w:rsidR="001919A9" w:rsidRPr="00247FAF">
        <w:t xml:space="preserve"> poddodavatelů</w:t>
      </w:r>
      <w:r>
        <w:t xml:space="preserve"> nebo jiných osob, jejichž způsobilost je využívána ve smyslu evropských směrnic o zadávání veřejných zakázek, </w:t>
      </w:r>
      <w:r>
        <w:rPr>
          <w:b/>
        </w:rPr>
        <w:t>nejsou</w:t>
      </w:r>
      <w: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>
        <w:rPr>
          <w:b/>
        </w:rPr>
        <w:t xml:space="preserve"> </w:t>
      </w:r>
      <w:r>
        <w:t xml:space="preserve">dalších prováděcích předpisů k tomuto nařízení Rady (EU) č. 269/2014 </w:t>
      </w:r>
      <w:r w:rsidRPr="00CF5F4D">
        <w:rPr>
          <w:rFonts w:eastAsia="Verdana" w:cs="Times New Roman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</w:t>
      </w:r>
      <w:r>
        <w:rPr>
          <w:rStyle w:val="normaltextrun"/>
          <w:rFonts w:ascii="Verdana" w:hAnsi="Verdana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>
        <w:t xml:space="preserve"> (</w:t>
      </w:r>
      <w:r>
        <w:rPr>
          <w:b/>
        </w:rPr>
        <w:t>tzv. sankční seznamy</w:t>
      </w:r>
      <w:r>
        <w:t>)</w:t>
      </w:r>
      <w:r>
        <w:rPr>
          <w:rFonts w:eastAsia="Calibri" w:cs="Times New Roman"/>
        </w:rPr>
        <w:t>.</w:t>
      </w:r>
    </w:p>
    <w:p w14:paraId="347B5DA6" w14:textId="61140467" w:rsidR="00066766" w:rsidRDefault="00055C05" w:rsidP="00C52A6F">
      <w:pPr>
        <w:spacing w:line="240" w:lineRule="auto"/>
        <w:jc w:val="both"/>
        <w:rPr>
          <w:rFonts w:eastAsia="Calibri" w:cs="Times New Roman"/>
        </w:rPr>
      </w:pPr>
      <w:r w:rsidRPr="00EF4E96">
        <w:rPr>
          <w:rFonts w:eastAsia="Calibri" w:cs="Times New Roman"/>
          <w:b/>
          <w:bCs/>
        </w:rPr>
        <w:t xml:space="preserve">Dodavatel </w:t>
      </w:r>
      <w:r w:rsidR="00066766" w:rsidRPr="00EF4E96">
        <w:rPr>
          <w:rFonts w:eastAsia="Calibri" w:cs="Times New Roman"/>
          <w:b/>
          <w:bCs/>
        </w:rPr>
        <w:t>dále čestně prohlašuje</w:t>
      </w:r>
      <w:r w:rsidR="00066766">
        <w:rPr>
          <w:rFonts w:eastAsia="Calibri" w:cs="Times New Roman"/>
        </w:rPr>
        <w:t xml:space="preserve">, že přestane-li on </w:t>
      </w:r>
      <w:r w:rsidR="00066766">
        <w:rPr>
          <w:rFonts w:eastAsia="Times New Roman" w:cs="Times New Roman"/>
          <w:lang w:eastAsia="cs-CZ"/>
        </w:rPr>
        <w:t>sám</w:t>
      </w:r>
      <w:r w:rsidR="006B5D58" w:rsidRPr="006B5D58">
        <w:rPr>
          <w:rFonts w:eastAsia="Calibri" w:cs="Times New Roman"/>
        </w:rPr>
        <w:t xml:space="preserve"> </w:t>
      </w:r>
      <w:r w:rsidR="006B5D58">
        <w:rPr>
          <w:rFonts w:eastAsia="Calibri" w:cs="Times New Roman"/>
        </w:rPr>
        <w:t xml:space="preserve">ani </w:t>
      </w:r>
      <w:r w:rsidR="006B5D58" w:rsidRPr="00247FAF">
        <w:rPr>
          <w:rFonts w:eastAsia="Times New Roman" w:cs="Times New Roman"/>
          <w:lang w:eastAsia="cs-CZ"/>
        </w:rPr>
        <w:t>případn</w:t>
      </w:r>
      <w:r w:rsidR="006B5D58">
        <w:rPr>
          <w:rFonts w:eastAsia="Times New Roman" w:cs="Times New Roman"/>
          <w:lang w:eastAsia="cs-CZ"/>
        </w:rPr>
        <w:t>í další</w:t>
      </w:r>
      <w:r w:rsidR="006B5D58" w:rsidRPr="00247FAF">
        <w:rPr>
          <w:rFonts w:eastAsia="Times New Roman" w:cs="Times New Roman"/>
          <w:lang w:eastAsia="cs-CZ"/>
        </w:rPr>
        <w:t xml:space="preserve"> dodavatelé</w:t>
      </w:r>
      <w:r w:rsidR="006B5D58">
        <w:rPr>
          <w:rFonts w:eastAsia="Times New Roman" w:cs="Times New Roman"/>
          <w:lang w:eastAsia="cs-CZ"/>
        </w:rPr>
        <w:t>, s nimiž podává nabídku společně v rámci</w:t>
      </w:r>
      <w:r w:rsidR="006B5D58" w:rsidRPr="00247FAF">
        <w:rPr>
          <w:rFonts w:eastAsia="Times New Roman" w:cs="Times New Roman"/>
          <w:lang w:eastAsia="cs-CZ"/>
        </w:rPr>
        <w:t xml:space="preserve"> </w:t>
      </w:r>
      <w:r w:rsidR="006B5D58">
        <w:rPr>
          <w:rFonts w:eastAsia="Times New Roman" w:cs="Times New Roman"/>
          <w:lang w:eastAsia="cs-CZ"/>
        </w:rPr>
        <w:t>společnosti/sdružení</w:t>
      </w:r>
      <w:r w:rsidR="006B5D58" w:rsidRPr="00247FAF">
        <w:rPr>
          <w:rFonts w:eastAsia="Times New Roman" w:cs="Times New Roman"/>
          <w:lang w:eastAsia="cs-CZ"/>
        </w:rPr>
        <w:t xml:space="preserve"> za účelem účasti v</w:t>
      </w:r>
      <w:r w:rsidR="006B5D58">
        <w:rPr>
          <w:rFonts w:eastAsia="Times New Roman" w:cs="Times New Roman"/>
          <w:lang w:eastAsia="cs-CZ"/>
        </w:rPr>
        <w:t>e</w:t>
      </w:r>
      <w:r w:rsidR="006B5D58" w:rsidRPr="00247FAF">
        <w:rPr>
          <w:rFonts w:eastAsia="Times New Roman" w:cs="Times New Roman"/>
          <w:lang w:eastAsia="cs-CZ"/>
        </w:rPr>
        <w:t> </w:t>
      </w:r>
      <w:r w:rsidR="006B5D58">
        <w:rPr>
          <w:rFonts w:eastAsia="Times New Roman" w:cs="Times New Roman"/>
          <w:lang w:eastAsia="cs-CZ"/>
        </w:rPr>
        <w:t xml:space="preserve">výběrovém </w:t>
      </w:r>
      <w:r w:rsidR="006B5D58" w:rsidRPr="00247FAF">
        <w:rPr>
          <w:rFonts w:eastAsia="Times New Roman" w:cs="Times New Roman"/>
          <w:lang w:eastAsia="cs-CZ"/>
        </w:rPr>
        <w:t xml:space="preserve">řízení, ani </w:t>
      </w:r>
      <w:r w:rsidR="006B5D58" w:rsidRPr="00247FAF">
        <w:t>žádný z</w:t>
      </w:r>
      <w:r w:rsidR="006B5D58">
        <w:t> jejich</w:t>
      </w:r>
      <w:r w:rsidR="006B5D58" w:rsidRPr="00247FAF">
        <w:t xml:space="preserve"> poddodavatelů</w:t>
      </w:r>
      <w:r w:rsidR="00066766">
        <w:t xml:space="preserve"> nebo jiných osob, jejichž způsobilost je využívána ve smyslu evropských směrnic o zadávání veřejných zakázek</w:t>
      </w:r>
      <w:r w:rsidR="00066766">
        <w:rPr>
          <w:rFonts w:eastAsia="Calibri" w:cs="Times New Roman"/>
        </w:rPr>
        <w:t>, splňovat výše uvedené podmínky, k nimž se toto četné prohlášení vztahuje, a to kdykoliv až do okamžiku ukončení Výběrového řízení, oznámí tuto skutečnost bez zbytečného odkladu</w:t>
      </w:r>
      <w:r w:rsidR="00066766">
        <w:t xml:space="preserve"> </w:t>
      </w:r>
      <w:r w:rsidR="00066766">
        <w:rPr>
          <w:rFonts w:eastAsia="Calibri" w:cs="Times New Roman"/>
        </w:rPr>
        <w:t xml:space="preserve">zadavateli Veřejné zakázky, nejpozději však </w:t>
      </w:r>
      <w:r w:rsidR="00066766">
        <w:rPr>
          <w:rFonts w:eastAsia="Calibri" w:cs="Times New Roman"/>
          <w:b/>
        </w:rPr>
        <w:t xml:space="preserve">do 3 pracovních dnů </w:t>
      </w:r>
      <w:r w:rsidR="00066766">
        <w:rPr>
          <w:rFonts w:eastAsia="Calibri" w:cs="Times New Roman"/>
        </w:rPr>
        <w:t>ode dne, kdy přestal splňovat výše uvedené podmínky, k nimž se toto četné prohlášení vztahuje.</w:t>
      </w:r>
    </w:p>
    <w:p w14:paraId="7BC47581" w14:textId="6F3E46EA" w:rsidR="00066766" w:rsidRDefault="00055C05" w:rsidP="5806BE41">
      <w:pPr>
        <w:pStyle w:val="Textbezslovn"/>
      </w:pPr>
      <w:r w:rsidRPr="5806BE41">
        <w:rPr>
          <w:rFonts w:eastAsia="Times New Roman" w:cs="Times New Roman"/>
          <w:lang w:eastAsia="cs-CZ"/>
        </w:rPr>
        <w:t xml:space="preserve">Dodavatel </w:t>
      </w:r>
      <w:r w:rsidR="00066766" w:rsidRPr="5806BE41">
        <w:rPr>
          <w:rFonts w:eastAsia="Times New Roman" w:cs="Times New Roman"/>
          <w:lang w:eastAsia="cs-CZ"/>
        </w:rPr>
        <w:t>si je vědom všech právních důsledků, které pro něj mohou vyplývat z nepravdivosti zde uvedených údajů a skutečností.</w:t>
      </w:r>
    </w:p>
    <w:p w14:paraId="2DFF0788" w14:textId="5FAAF0CF" w:rsidR="00066766" w:rsidRDefault="007E0236" w:rsidP="00EF4E96">
      <w:pPr>
        <w:jc w:val="both"/>
        <w:rPr>
          <w:rFonts w:asciiTheme="majorHAnsi" w:hAnsiTheme="majorHAnsi"/>
          <w:b/>
          <w:caps/>
          <w:sz w:val="22"/>
        </w:rPr>
      </w:pPr>
      <w:r>
        <w:rPr>
          <w:rFonts w:asciiTheme="majorHAnsi" w:hAnsiTheme="majorHAnsi"/>
          <w:b/>
          <w:caps/>
          <w:sz w:val="22"/>
        </w:rPr>
        <w:br w:type="page"/>
      </w:r>
    </w:p>
    <w:p w14:paraId="569CA089" w14:textId="57BD0B84" w:rsidR="00BE7668" w:rsidRDefault="00BE7668" w:rsidP="00EF4E96">
      <w:pPr>
        <w:pStyle w:val="Nadpisbezsl1-1"/>
        <w:jc w:val="both"/>
      </w:pPr>
      <w:bookmarkStart w:id="7" w:name="_Toc213141694"/>
      <w:r>
        <w:t xml:space="preserve">Kapitola č. </w:t>
      </w:r>
      <w:r w:rsidR="00D6532E">
        <w:t>4</w:t>
      </w:r>
      <w:r w:rsidR="00D6532E" w:rsidRPr="00ED1816">
        <w:t xml:space="preserve"> </w:t>
      </w:r>
      <w:r w:rsidR="00ED1816" w:rsidRPr="00ED1816">
        <w:t>Seznam poddodavatelů</w:t>
      </w:r>
      <w:bookmarkEnd w:id="7"/>
    </w:p>
    <w:p w14:paraId="50CC4233" w14:textId="4333630A" w:rsidR="00BE7668" w:rsidRDefault="00BE7668" w:rsidP="00C52A6F">
      <w:pPr>
        <w:pStyle w:val="Textbezslovn"/>
      </w:pPr>
      <w:r>
        <w:t xml:space="preserve">Jestliže </w:t>
      </w:r>
      <w:r w:rsidR="00055C05">
        <w:t>Dodavatel</w:t>
      </w:r>
      <w:r w:rsidR="008A6472">
        <w:t xml:space="preserve"> nebo</w:t>
      </w:r>
      <w:r w:rsidR="00632487" w:rsidRPr="00632487">
        <w:rPr>
          <w:rFonts w:eastAsia="Times New Roman" w:cs="Times New Roman"/>
          <w:lang w:eastAsia="cs-CZ"/>
        </w:rPr>
        <w:t xml:space="preserve"> </w:t>
      </w:r>
      <w:r w:rsidR="00632487" w:rsidRPr="00247FAF">
        <w:rPr>
          <w:rFonts w:eastAsia="Times New Roman" w:cs="Times New Roman"/>
          <w:lang w:eastAsia="cs-CZ"/>
        </w:rPr>
        <w:t>případn</w:t>
      </w:r>
      <w:r w:rsidR="00632487">
        <w:rPr>
          <w:rFonts w:eastAsia="Times New Roman" w:cs="Times New Roman"/>
          <w:lang w:eastAsia="cs-CZ"/>
        </w:rPr>
        <w:t>í další</w:t>
      </w:r>
      <w:r w:rsidR="00632487" w:rsidRPr="00247FAF">
        <w:rPr>
          <w:rFonts w:eastAsia="Times New Roman" w:cs="Times New Roman"/>
          <w:lang w:eastAsia="cs-CZ"/>
        </w:rPr>
        <w:t xml:space="preserve"> dodavatelé</w:t>
      </w:r>
      <w:r w:rsidR="00632487">
        <w:rPr>
          <w:rFonts w:eastAsia="Times New Roman" w:cs="Times New Roman"/>
          <w:lang w:eastAsia="cs-CZ"/>
        </w:rPr>
        <w:t>, s nimiž podává nabídku společně v rámci</w:t>
      </w:r>
      <w:r w:rsidR="00632487" w:rsidRPr="00247FAF">
        <w:rPr>
          <w:rFonts w:eastAsia="Times New Roman" w:cs="Times New Roman"/>
          <w:lang w:eastAsia="cs-CZ"/>
        </w:rPr>
        <w:t xml:space="preserve"> </w:t>
      </w:r>
      <w:r w:rsidR="00632487">
        <w:rPr>
          <w:rFonts w:eastAsia="Times New Roman" w:cs="Times New Roman"/>
          <w:lang w:eastAsia="cs-CZ"/>
        </w:rPr>
        <w:t>společnosti/sdružení,</w:t>
      </w:r>
      <w:r w:rsidR="00055C05">
        <w:t xml:space="preserve"> </w:t>
      </w:r>
      <w:r w:rsidR="00632487">
        <w:t xml:space="preserve">uvažují </w:t>
      </w:r>
      <w:r>
        <w:t>zadat poddodavateli plnění části veřejné zakázky,</w:t>
      </w:r>
      <w:r w:rsidR="00F23748">
        <w:t xml:space="preserve"> Dodavatel</w:t>
      </w:r>
      <w:r>
        <w:t xml:space="preserve"> uvede následující údaje: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597"/>
        <w:gridCol w:w="3891"/>
        <w:gridCol w:w="2214"/>
      </w:tblGrid>
      <w:tr w:rsidR="00BE7668" w:rsidRPr="00454716" w14:paraId="0D6DDF5E" w14:textId="77777777" w:rsidTr="00C62D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76520BB7" w14:textId="77777777" w:rsidR="00BE7668" w:rsidRPr="00454716" w:rsidRDefault="00BE7668" w:rsidP="00EF4E96">
            <w:pPr>
              <w:jc w:val="both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449866BD" w14:textId="77777777" w:rsidR="00BE7668" w:rsidRPr="00454716" w:rsidRDefault="00BE7668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 xml:space="preserve">Věcný popis části plnění uvažovaného zadat poddodavateli </w:t>
            </w:r>
            <w:r w:rsidRPr="006A077F">
              <w:rPr>
                <w:sz w:val="16"/>
                <w:szCs w:val="16"/>
              </w:rPr>
              <w:t>(označené dle čísel a názvů jednotlivých SO a PS, případně jiným vhodným způsobem, nelze-li označit dle SO a PS)</w:t>
            </w:r>
          </w:p>
        </w:tc>
        <w:tc>
          <w:tcPr>
            <w:tcW w:w="2242" w:type="dxa"/>
          </w:tcPr>
          <w:p w14:paraId="25AA32DC" w14:textId="77777777" w:rsidR="00BE7668" w:rsidRPr="00454716" w:rsidRDefault="00BE7668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>Hodnota poddodávky v % z nabídkové ceny</w:t>
            </w:r>
          </w:p>
        </w:tc>
      </w:tr>
      <w:tr w:rsidR="00BE7668" w:rsidRPr="00454716" w14:paraId="292B7520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B1ECA87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774C6B6A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9C1C18F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45865B0E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3390EDE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EFBFDA4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43E4FC0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21978DAD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E600DEA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6029E14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D773776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3DB48C8B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E22D73A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29A79A72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1DDCE11B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42A5B45E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2809220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2972C977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3A7AD07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388A5077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A055748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69F25CE4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11E27AB6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1B7CDCC7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2D3DAF7C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282021D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097D2C0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0C3AE7E1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202E8DA5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4FCB421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5D9730E0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552294F6" w14:textId="77777777" w:rsidTr="00C62D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ADE68CC" w14:textId="77777777" w:rsidR="00BE7668" w:rsidRPr="00454716" w:rsidRDefault="00BE7668" w:rsidP="00EF4E96">
            <w:pPr>
              <w:jc w:val="both"/>
              <w:rPr>
                <w:sz w:val="16"/>
                <w:szCs w:val="16"/>
              </w:rPr>
            </w:pPr>
            <w:r w:rsidRPr="00454716">
              <w:rPr>
                <w:sz w:val="16"/>
                <w:szCs w:val="16"/>
              </w:rPr>
              <w:t>Celkem %</w:t>
            </w:r>
          </w:p>
        </w:tc>
        <w:tc>
          <w:tcPr>
            <w:tcW w:w="3969" w:type="dxa"/>
          </w:tcPr>
          <w:p w14:paraId="51672D94" w14:textId="77777777" w:rsidR="00BE7668" w:rsidRPr="00454716" w:rsidRDefault="00BE7668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2242" w:type="dxa"/>
          </w:tcPr>
          <w:p w14:paraId="7E4C6DF0" w14:textId="77777777" w:rsidR="00BE7668" w:rsidRPr="00454716" w:rsidRDefault="00BE7668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54716">
              <w:rPr>
                <w:sz w:val="16"/>
                <w:szCs w:val="16"/>
              </w:rPr>
              <w:t>[</w:t>
            </w:r>
            <w:r w:rsidRPr="00E22C30">
              <w:rPr>
                <w:sz w:val="16"/>
                <w:szCs w:val="16"/>
                <w:highlight w:val="yellow"/>
              </w:rPr>
              <w:t>DOPLNÍ DODAVATEL</w:t>
            </w:r>
            <w:r w:rsidRPr="00454716">
              <w:rPr>
                <w:sz w:val="16"/>
                <w:szCs w:val="16"/>
              </w:rPr>
              <w:t>]</w:t>
            </w:r>
          </w:p>
        </w:tc>
      </w:tr>
    </w:tbl>
    <w:p w14:paraId="4F6E940F" w14:textId="5A85B5FB" w:rsidR="00BE7668" w:rsidRDefault="00087CCD" w:rsidP="00087CCD">
      <w:pPr>
        <w:pStyle w:val="Textbezslovn"/>
      </w:pPr>
      <w:r>
        <w:br w:type="page"/>
      </w:r>
    </w:p>
    <w:p w14:paraId="6CC1BA07" w14:textId="77777777" w:rsidR="006A077F" w:rsidRDefault="00D6532E" w:rsidP="006A077F">
      <w:pPr>
        <w:pStyle w:val="Nadpisbezsl1-1"/>
        <w:jc w:val="both"/>
        <w:rPr>
          <w:bCs/>
        </w:rPr>
      </w:pPr>
      <w:bookmarkStart w:id="8" w:name="_Toc213141695"/>
      <w:r>
        <w:t xml:space="preserve">kapitola č. </w:t>
      </w:r>
      <w:r w:rsidR="00D84A9C">
        <w:t xml:space="preserve">5 </w:t>
      </w:r>
      <w:r w:rsidR="006A077F" w:rsidRPr="006A077F">
        <w:t>Neobsazeno</w:t>
      </w:r>
      <w:bookmarkEnd w:id="8"/>
      <w:r w:rsidR="006A077F" w:rsidRPr="006A077F">
        <w:rPr>
          <w:bCs/>
        </w:rPr>
        <w:t xml:space="preserve"> </w:t>
      </w:r>
    </w:p>
    <w:p w14:paraId="340BF05A" w14:textId="37F6050D" w:rsidR="00454716" w:rsidRDefault="00A94720" w:rsidP="00C52A6F">
      <w:pPr>
        <w:pStyle w:val="Textbezslovn"/>
      </w:pPr>
      <w:r>
        <w:br w:type="page"/>
      </w:r>
    </w:p>
    <w:p w14:paraId="5BA3B243" w14:textId="773E21D7" w:rsidR="0035531B" w:rsidRDefault="00BE7668" w:rsidP="00EF4E96">
      <w:pPr>
        <w:pStyle w:val="Nadpisbezsl1-1"/>
        <w:jc w:val="both"/>
      </w:pPr>
      <w:bookmarkStart w:id="9" w:name="_Toc213141696"/>
      <w:r>
        <w:t>Kapitola</w:t>
      </w:r>
      <w:r w:rsidR="0035531B">
        <w:t xml:space="preserve"> č. </w:t>
      </w:r>
      <w:r w:rsidR="00D84A9C">
        <w:t>6</w:t>
      </w:r>
      <w:r w:rsidR="00D84A9C" w:rsidRPr="00ED1816">
        <w:t xml:space="preserve"> </w:t>
      </w:r>
      <w:r w:rsidR="006A077F" w:rsidRPr="006A077F">
        <w:t>Neobsazeno</w:t>
      </w:r>
      <w:bookmarkEnd w:id="9"/>
    </w:p>
    <w:p w14:paraId="5D4F4C28" w14:textId="79A6FB72" w:rsidR="0035531B" w:rsidRDefault="0035531B" w:rsidP="00C52A6F">
      <w:pPr>
        <w:pStyle w:val="Textbezslovn"/>
        <w:tabs>
          <w:tab w:val="left" w:pos="851"/>
        </w:tabs>
      </w:pPr>
    </w:p>
    <w:p w14:paraId="40A9E371" w14:textId="2CB6D1FB" w:rsidR="00EE3C5F" w:rsidRDefault="0035531B" w:rsidP="00EF4E96">
      <w:pPr>
        <w:pStyle w:val="Textbezslovn"/>
      </w:pPr>
      <w:r>
        <w:t xml:space="preserve"> </w:t>
      </w:r>
      <w:r w:rsidR="00EE3C5F">
        <w:br w:type="page"/>
      </w:r>
    </w:p>
    <w:p w14:paraId="50873600" w14:textId="27AAE80B" w:rsidR="0035531B" w:rsidRDefault="00BE7668" w:rsidP="00EF4E96">
      <w:pPr>
        <w:pStyle w:val="Nadpisbezsl1-1"/>
        <w:jc w:val="both"/>
      </w:pPr>
      <w:bookmarkStart w:id="10" w:name="_Toc213141697"/>
      <w:r>
        <w:t>Kapitola</w:t>
      </w:r>
      <w:r w:rsidR="0035531B">
        <w:t xml:space="preserve"> č. </w:t>
      </w:r>
      <w:r w:rsidR="00D84A9C">
        <w:t>7</w:t>
      </w:r>
      <w:r w:rsidR="00D84A9C" w:rsidRPr="00ED1816">
        <w:t xml:space="preserve"> </w:t>
      </w:r>
      <w:r w:rsidR="00ED1816" w:rsidRPr="00ED1816">
        <w:t>Seznam odborného personálu dodavatele</w:t>
      </w:r>
      <w:bookmarkEnd w:id="10"/>
    </w:p>
    <w:tbl>
      <w:tblPr>
        <w:tblStyle w:val="Mkatabulky"/>
        <w:tblW w:w="8647" w:type="dxa"/>
        <w:tblLayout w:type="fixed"/>
        <w:tblLook w:val="04E0" w:firstRow="1" w:lastRow="1" w:firstColumn="1" w:lastColumn="0" w:noHBand="0" w:noVBand="1"/>
      </w:tblPr>
      <w:tblGrid>
        <w:gridCol w:w="2276"/>
        <w:gridCol w:w="4245"/>
        <w:gridCol w:w="2126"/>
      </w:tblGrid>
      <w:tr w:rsidR="00D63A1A" w:rsidRPr="00EE3C5F" w14:paraId="3BC61869" w14:textId="55310394" w:rsidTr="00D63A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6" w:type="dxa"/>
          </w:tcPr>
          <w:p w14:paraId="60177EC7" w14:textId="6A0A32D1" w:rsidR="00D63A1A" w:rsidRDefault="00D63A1A" w:rsidP="00EF4E96">
            <w:pPr>
              <w:jc w:val="both"/>
              <w:rPr>
                <w:b/>
                <w:sz w:val="16"/>
                <w:szCs w:val="16"/>
              </w:rPr>
            </w:pPr>
            <w:r w:rsidRPr="00EE3C5F">
              <w:rPr>
                <w:b/>
                <w:sz w:val="16"/>
                <w:szCs w:val="16"/>
              </w:rPr>
              <w:t>Funkce</w:t>
            </w:r>
          </w:p>
          <w:p w14:paraId="384E405D" w14:textId="244C71DD" w:rsidR="00D63A1A" w:rsidRPr="00EE3C5F" w:rsidRDefault="00D63A1A" w:rsidP="00EF4E96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</w:t>
            </w:r>
            <w:r w:rsidRPr="00EE3C5F">
              <w:rPr>
                <w:b/>
                <w:sz w:val="16"/>
                <w:szCs w:val="16"/>
              </w:rPr>
              <w:t xml:space="preserve">méno </w:t>
            </w:r>
            <w:r>
              <w:rPr>
                <w:b/>
                <w:sz w:val="16"/>
                <w:szCs w:val="16"/>
              </w:rPr>
              <w:t>a příjmení</w:t>
            </w:r>
          </w:p>
        </w:tc>
        <w:tc>
          <w:tcPr>
            <w:tcW w:w="4245" w:type="dxa"/>
          </w:tcPr>
          <w:p w14:paraId="7A4B74A0" w14:textId="49DC826B" w:rsidR="00D63A1A" w:rsidRPr="00EE3C5F" w:rsidRDefault="00D63A1A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EE3C5F">
              <w:rPr>
                <w:b/>
                <w:sz w:val="16"/>
                <w:szCs w:val="16"/>
              </w:rPr>
              <w:t xml:space="preserve">Uveďte, v jakém vztahu </w:t>
            </w:r>
            <w:r>
              <w:rPr>
                <w:b/>
                <w:sz w:val="16"/>
                <w:szCs w:val="16"/>
              </w:rPr>
              <w:t xml:space="preserve">je osoba </w:t>
            </w:r>
            <w:r w:rsidRPr="00EE3C5F">
              <w:rPr>
                <w:b/>
                <w:sz w:val="16"/>
                <w:szCs w:val="16"/>
              </w:rPr>
              <w:t>k</w:t>
            </w:r>
            <w:r>
              <w:rPr>
                <w:b/>
                <w:sz w:val="16"/>
                <w:szCs w:val="16"/>
              </w:rPr>
              <w:t> Dodava</w:t>
            </w:r>
            <w:r w:rsidRPr="00EE3C5F">
              <w:rPr>
                <w:b/>
                <w:sz w:val="16"/>
                <w:szCs w:val="16"/>
              </w:rPr>
              <w:t>teli</w:t>
            </w:r>
            <w:r>
              <w:rPr>
                <w:b/>
                <w:sz w:val="16"/>
                <w:szCs w:val="16"/>
              </w:rPr>
              <w:t xml:space="preserve"> nebo případným dodavatelům, s nimiž Dodavatel </w:t>
            </w:r>
            <w:r w:rsidRPr="00D51A8B">
              <w:rPr>
                <w:b/>
                <w:sz w:val="16"/>
                <w:szCs w:val="16"/>
              </w:rPr>
              <w:t>podává nabídku společně v rámci společnosti/sdružení</w:t>
            </w:r>
            <w:r>
              <w:rPr>
                <w:b/>
                <w:sz w:val="16"/>
                <w:szCs w:val="16"/>
              </w:rPr>
              <w:t xml:space="preserve">  </w:t>
            </w:r>
          </w:p>
        </w:tc>
        <w:tc>
          <w:tcPr>
            <w:tcW w:w="2126" w:type="dxa"/>
          </w:tcPr>
          <w:p w14:paraId="54633A67" w14:textId="2287F16B" w:rsidR="00D63A1A" w:rsidRPr="007872B9" w:rsidRDefault="00D63A1A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  <w:highlight w:val="cyan"/>
              </w:rPr>
            </w:pPr>
            <w:r w:rsidRPr="00CA1442">
              <w:rPr>
                <w:b/>
                <w:sz w:val="16"/>
                <w:szCs w:val="16"/>
              </w:rPr>
              <w:t>Doba praxe</w:t>
            </w:r>
          </w:p>
        </w:tc>
      </w:tr>
      <w:tr w:rsidR="00D63A1A" w:rsidRPr="00454716" w14:paraId="310CF253" w14:textId="71F07902" w:rsidTr="00D63A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6" w:type="dxa"/>
          </w:tcPr>
          <w:p w14:paraId="39A33868" w14:textId="77777777" w:rsidR="00D63A1A" w:rsidRPr="00454716" w:rsidRDefault="00D63A1A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245" w:type="dxa"/>
          </w:tcPr>
          <w:p w14:paraId="4B951329" w14:textId="77777777" w:rsidR="00D63A1A" w:rsidRPr="00454716" w:rsidRDefault="00D63A1A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</w:tcPr>
          <w:p w14:paraId="315F27DB" w14:textId="652D6264" w:rsidR="00D63A1A" w:rsidRPr="00CA1442" w:rsidRDefault="00D63A1A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CA1442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D63A1A" w:rsidRPr="00454716" w14:paraId="610851B4" w14:textId="5C28F4A9" w:rsidTr="00D63A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6" w:type="dxa"/>
          </w:tcPr>
          <w:p w14:paraId="58B9193E" w14:textId="77777777" w:rsidR="00D63A1A" w:rsidRPr="00454716" w:rsidRDefault="00D63A1A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245" w:type="dxa"/>
          </w:tcPr>
          <w:p w14:paraId="23E69C56" w14:textId="77777777" w:rsidR="00D63A1A" w:rsidRPr="00454716" w:rsidRDefault="00D63A1A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</w:tcPr>
          <w:p w14:paraId="2A3ED894" w14:textId="31F02C9A" w:rsidR="00D63A1A" w:rsidRPr="00CA1442" w:rsidRDefault="00D63A1A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CA1442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D63A1A" w:rsidRPr="00454716" w14:paraId="4DA52B1B" w14:textId="6058AA44" w:rsidTr="00D63A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6" w:type="dxa"/>
            <w:tcBorders>
              <w:bottom w:val="single" w:sz="2" w:space="0" w:color="auto"/>
            </w:tcBorders>
          </w:tcPr>
          <w:p w14:paraId="173344A7" w14:textId="77777777" w:rsidR="00D63A1A" w:rsidRPr="00454716" w:rsidRDefault="00D63A1A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245" w:type="dxa"/>
            <w:tcBorders>
              <w:bottom w:val="single" w:sz="2" w:space="0" w:color="auto"/>
            </w:tcBorders>
          </w:tcPr>
          <w:p w14:paraId="63F51EA2" w14:textId="77777777" w:rsidR="00D63A1A" w:rsidRPr="00454716" w:rsidRDefault="00D63A1A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</w:tcPr>
          <w:p w14:paraId="4488E5A5" w14:textId="62776F8E" w:rsidR="00D63A1A" w:rsidRPr="00CA1442" w:rsidRDefault="00D63A1A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CA1442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D63A1A" w:rsidRPr="00454716" w14:paraId="62471E60" w14:textId="45195662" w:rsidTr="00D63A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6" w:type="dxa"/>
            <w:tcBorders>
              <w:bottom w:val="single" w:sz="2" w:space="0" w:color="auto"/>
            </w:tcBorders>
          </w:tcPr>
          <w:p w14:paraId="5473871F" w14:textId="77777777" w:rsidR="00D63A1A" w:rsidRPr="00454716" w:rsidRDefault="00D63A1A" w:rsidP="00D63A1A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245" w:type="dxa"/>
            <w:tcBorders>
              <w:bottom w:val="single" w:sz="2" w:space="0" w:color="auto"/>
            </w:tcBorders>
          </w:tcPr>
          <w:p w14:paraId="5F83E723" w14:textId="77777777" w:rsidR="00D63A1A" w:rsidRPr="00454716" w:rsidRDefault="00D63A1A" w:rsidP="00D63A1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</w:tcPr>
          <w:p w14:paraId="7813C63D" w14:textId="3249231C" w:rsidR="00D63A1A" w:rsidRPr="00CA1442" w:rsidRDefault="00D63A1A" w:rsidP="00D63A1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CA1442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D63A1A" w:rsidRPr="00454716" w14:paraId="17735848" w14:textId="5582F37F" w:rsidTr="00D63A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6" w:type="dxa"/>
            <w:tcBorders>
              <w:bottom w:val="single" w:sz="2" w:space="0" w:color="auto"/>
            </w:tcBorders>
          </w:tcPr>
          <w:p w14:paraId="5D6541F5" w14:textId="77777777" w:rsidR="00D63A1A" w:rsidRPr="00454716" w:rsidRDefault="00D63A1A" w:rsidP="00D63A1A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245" w:type="dxa"/>
            <w:tcBorders>
              <w:bottom w:val="single" w:sz="2" w:space="0" w:color="auto"/>
            </w:tcBorders>
          </w:tcPr>
          <w:p w14:paraId="373C180C" w14:textId="77777777" w:rsidR="00D63A1A" w:rsidRPr="00454716" w:rsidRDefault="00D63A1A" w:rsidP="00D63A1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</w:tcPr>
          <w:p w14:paraId="1BC4254F" w14:textId="386AA64D" w:rsidR="00D63A1A" w:rsidRPr="00CA1442" w:rsidRDefault="00D63A1A" w:rsidP="00D63A1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CA1442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D63A1A" w:rsidRPr="00454716" w14:paraId="4BB85F06" w14:textId="4E250685" w:rsidTr="00D63A1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6" w:type="dxa"/>
            <w:tcBorders>
              <w:top w:val="single" w:sz="2" w:space="0" w:color="auto"/>
            </w:tcBorders>
          </w:tcPr>
          <w:p w14:paraId="3F0E866B" w14:textId="77777777" w:rsidR="00D63A1A" w:rsidRPr="00454716" w:rsidRDefault="00D63A1A" w:rsidP="00D63A1A">
            <w:pPr>
              <w:jc w:val="both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245" w:type="dxa"/>
            <w:tcBorders>
              <w:top w:val="single" w:sz="2" w:space="0" w:color="auto"/>
            </w:tcBorders>
          </w:tcPr>
          <w:p w14:paraId="6E72F89C" w14:textId="77777777" w:rsidR="00D63A1A" w:rsidRPr="00454716" w:rsidRDefault="00D63A1A" w:rsidP="00D63A1A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</w:tcPr>
          <w:p w14:paraId="7D77FE8B" w14:textId="3FA69647" w:rsidR="00D63A1A" w:rsidRPr="00CA1442" w:rsidRDefault="00D63A1A" w:rsidP="00D63A1A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bCs/>
                <w:sz w:val="16"/>
                <w:szCs w:val="16"/>
                <w:highlight w:val="yellow"/>
              </w:rPr>
            </w:pPr>
            <w:r w:rsidRPr="00CA1442">
              <w:rPr>
                <w:b w:val="0"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4E6D3F7E" w14:textId="77777777" w:rsidR="0035531B" w:rsidRPr="00D63A1A" w:rsidRDefault="0035531B" w:rsidP="00C52A6F">
      <w:pPr>
        <w:pStyle w:val="Textbezslovn"/>
        <w:rPr>
          <w:b/>
        </w:rPr>
      </w:pPr>
      <w:r w:rsidRPr="00D63A1A">
        <w:rPr>
          <w:b/>
        </w:rPr>
        <w:t xml:space="preserve">Přílohy: </w:t>
      </w:r>
      <w:r w:rsidRPr="00D63A1A">
        <w:rPr>
          <w:b/>
        </w:rPr>
        <w:tab/>
      </w:r>
    </w:p>
    <w:p w14:paraId="36F2CD6D" w14:textId="77777777" w:rsidR="00CA1442" w:rsidRPr="00CA1442" w:rsidRDefault="00CA1442" w:rsidP="00CA1442">
      <w:pPr>
        <w:pStyle w:val="Textbezslovn"/>
        <w:numPr>
          <w:ilvl w:val="0"/>
          <w:numId w:val="26"/>
        </w:numPr>
        <w:rPr>
          <w:bCs/>
        </w:rPr>
      </w:pPr>
      <w:r w:rsidRPr="00CA1442">
        <w:rPr>
          <w:bCs/>
        </w:rPr>
        <w:t>doklady o odborné způsobilosti členů odborného personálu, u kterých je způsobilost požadována</w:t>
      </w:r>
    </w:p>
    <w:p w14:paraId="0B4A3038" w14:textId="1360BC53" w:rsidR="00EE3C5F" w:rsidRDefault="0035531B" w:rsidP="00EF4E96">
      <w:pPr>
        <w:pStyle w:val="Textbezslovn"/>
      </w:pPr>
      <w:r>
        <w:t xml:space="preserve"> </w:t>
      </w:r>
      <w:r w:rsidR="00EE3C5F">
        <w:br w:type="page"/>
      </w:r>
    </w:p>
    <w:p w14:paraId="38288174" w14:textId="4F86F0D3" w:rsidR="00684B0D" w:rsidRDefault="00BE7668" w:rsidP="00E8576A">
      <w:pPr>
        <w:pStyle w:val="Nadpisbezsl1-1"/>
        <w:jc w:val="both"/>
      </w:pPr>
      <w:bookmarkStart w:id="11" w:name="_Toc213141698"/>
      <w:r>
        <w:t>Kapitola</w:t>
      </w:r>
      <w:r w:rsidR="0035531B">
        <w:t xml:space="preserve"> č. </w:t>
      </w:r>
      <w:r w:rsidR="00D84A9C">
        <w:t>8</w:t>
      </w:r>
      <w:r w:rsidR="00D84A9C" w:rsidRPr="00ED1816">
        <w:t xml:space="preserve"> </w:t>
      </w:r>
      <w:r w:rsidR="00684B0D">
        <w:t>Neobsazeno</w:t>
      </w:r>
      <w:bookmarkEnd w:id="11"/>
    </w:p>
    <w:p w14:paraId="06D1B8FB" w14:textId="77777777" w:rsidR="00684B0D" w:rsidRDefault="00684B0D">
      <w:pPr>
        <w:rPr>
          <w:rFonts w:asciiTheme="majorHAnsi" w:eastAsiaTheme="majorEastAsia" w:hAnsiTheme="majorHAnsi" w:cstheme="majorBidi"/>
          <w:b/>
          <w:caps/>
          <w:sz w:val="22"/>
          <w:szCs w:val="24"/>
        </w:rPr>
      </w:pPr>
      <w:r>
        <w:br w:type="page"/>
      </w:r>
    </w:p>
    <w:p w14:paraId="697DCB81" w14:textId="767D482D" w:rsidR="0035531B" w:rsidRDefault="00BE7668" w:rsidP="00E8576A">
      <w:pPr>
        <w:pStyle w:val="Nadpisbezsl1-1"/>
        <w:jc w:val="both"/>
      </w:pPr>
      <w:bookmarkStart w:id="12" w:name="_Toc213141699"/>
      <w:r>
        <w:t>Kapitola</w:t>
      </w:r>
      <w:r w:rsidR="0035531B">
        <w:t xml:space="preserve"> č. </w:t>
      </w:r>
      <w:r w:rsidR="00D84A9C">
        <w:t>9</w:t>
      </w:r>
      <w:r w:rsidR="00D84A9C" w:rsidRPr="00ED1816">
        <w:t xml:space="preserve"> </w:t>
      </w:r>
      <w:r w:rsidR="00ED1816" w:rsidRPr="00ED1816">
        <w:t>Seznam jiných osob k prokázání kvalifikace</w:t>
      </w:r>
      <w:bookmarkEnd w:id="12"/>
    </w:p>
    <w:p w14:paraId="24580E77" w14:textId="3D787945" w:rsidR="0035531B" w:rsidRDefault="00E24F78" w:rsidP="00C52A6F">
      <w:pPr>
        <w:pStyle w:val="Textbezslovn"/>
      </w:pPr>
      <w:r w:rsidRPr="00E24F78">
        <w:t>Dodavatel uvede seznam jiných osob, jejichž prostřednictvím prokazuje</w:t>
      </w:r>
      <w:r w:rsidR="002F5D64" w:rsidRPr="002F5D64">
        <w:t xml:space="preserve"> </w:t>
      </w:r>
      <w:r w:rsidR="002F5D64">
        <w:t>on nebo</w:t>
      </w:r>
      <w:r w:rsidR="002F5D64" w:rsidRPr="00632487">
        <w:rPr>
          <w:rFonts w:eastAsia="Times New Roman" w:cs="Times New Roman"/>
          <w:lang w:eastAsia="cs-CZ"/>
        </w:rPr>
        <w:t xml:space="preserve"> </w:t>
      </w:r>
      <w:r w:rsidR="002F5D64" w:rsidRPr="00247FAF">
        <w:rPr>
          <w:rFonts w:eastAsia="Times New Roman" w:cs="Times New Roman"/>
          <w:lang w:eastAsia="cs-CZ"/>
        </w:rPr>
        <w:t>případn</w:t>
      </w:r>
      <w:r w:rsidR="002F5D64">
        <w:rPr>
          <w:rFonts w:eastAsia="Times New Roman" w:cs="Times New Roman"/>
          <w:lang w:eastAsia="cs-CZ"/>
        </w:rPr>
        <w:t>í další</w:t>
      </w:r>
      <w:r w:rsidR="002F5D64" w:rsidRPr="00247FAF">
        <w:rPr>
          <w:rFonts w:eastAsia="Times New Roman" w:cs="Times New Roman"/>
          <w:lang w:eastAsia="cs-CZ"/>
        </w:rPr>
        <w:t xml:space="preserve"> dodavatelé</w:t>
      </w:r>
      <w:r w:rsidR="002F5D64">
        <w:rPr>
          <w:rFonts w:eastAsia="Times New Roman" w:cs="Times New Roman"/>
          <w:lang w:eastAsia="cs-CZ"/>
        </w:rPr>
        <w:t>, s nimiž podává nabídku společně v rámci</w:t>
      </w:r>
      <w:r w:rsidR="002F5D64" w:rsidRPr="00247FAF">
        <w:rPr>
          <w:rFonts w:eastAsia="Times New Roman" w:cs="Times New Roman"/>
          <w:lang w:eastAsia="cs-CZ"/>
        </w:rPr>
        <w:t xml:space="preserve"> </w:t>
      </w:r>
      <w:r w:rsidR="002F5D64">
        <w:rPr>
          <w:rFonts w:eastAsia="Times New Roman" w:cs="Times New Roman"/>
          <w:lang w:eastAsia="cs-CZ"/>
        </w:rPr>
        <w:t>společnosti/sdružení,</w:t>
      </w:r>
      <w:r w:rsidRPr="00E24F78">
        <w:t xml:space="preserve"> kvalifikac</w:t>
      </w:r>
      <w:r w:rsidR="00904340">
        <w:t>i</w:t>
      </w:r>
      <w:r w:rsidRPr="00E24F78">
        <w:t>, a u nichž</w:t>
      </w:r>
      <w:r w:rsidR="00960C64">
        <w:t xml:space="preserve"> je </w:t>
      </w:r>
      <w:r w:rsidRPr="00E24F78">
        <w:t xml:space="preserve"> dokládá</w:t>
      </w:r>
      <w:r w:rsidR="00960C64">
        <w:t>na</w:t>
      </w:r>
      <w:r w:rsidRPr="00E24F78">
        <w:t xml:space="preserve"> </w:t>
      </w:r>
      <w:r w:rsidR="00960C64" w:rsidRPr="00C85644">
        <w:t>smlouv</w:t>
      </w:r>
      <w:r w:rsidR="00960C64">
        <w:t>a</w:t>
      </w:r>
      <w:r w:rsidR="00960C64" w:rsidRPr="00C85644">
        <w:t xml:space="preserve"> </w:t>
      </w:r>
      <w:r w:rsidR="00904340" w:rsidRPr="00C85644">
        <w:t>nebo jinou osobou podepsané potvrzení o její existenci, její</w:t>
      </w:r>
      <w:r w:rsidR="00904340">
        <w:t xml:space="preserve">mž obsahem je závazek </w:t>
      </w:r>
      <w:r w:rsidRPr="00E24F78">
        <w:t xml:space="preserve">jiné osoby k poskytnutí plnění určeného k plnění veřejné zakázky nebo k poskytnutí věcí nebo práv, s nimiž bude </w:t>
      </w:r>
      <w:r w:rsidR="00641082">
        <w:t>Dodava</w:t>
      </w:r>
      <w:r w:rsidRPr="00E24F78">
        <w:t xml:space="preserve">tel </w:t>
      </w:r>
      <w:r w:rsidR="009E240A">
        <w:t>nebo</w:t>
      </w:r>
      <w:r w:rsidR="009E240A" w:rsidRPr="00632487">
        <w:rPr>
          <w:rFonts w:eastAsia="Times New Roman" w:cs="Times New Roman"/>
          <w:lang w:eastAsia="cs-CZ"/>
        </w:rPr>
        <w:t xml:space="preserve"> </w:t>
      </w:r>
      <w:r w:rsidR="009E240A" w:rsidRPr="00247FAF">
        <w:rPr>
          <w:rFonts w:eastAsia="Times New Roman" w:cs="Times New Roman"/>
          <w:lang w:eastAsia="cs-CZ"/>
        </w:rPr>
        <w:t>případn</w:t>
      </w:r>
      <w:r w:rsidR="009E240A">
        <w:rPr>
          <w:rFonts w:eastAsia="Times New Roman" w:cs="Times New Roman"/>
          <w:lang w:eastAsia="cs-CZ"/>
        </w:rPr>
        <w:t>í další</w:t>
      </w:r>
      <w:r w:rsidR="009E240A" w:rsidRPr="00247FAF">
        <w:rPr>
          <w:rFonts w:eastAsia="Times New Roman" w:cs="Times New Roman"/>
          <w:lang w:eastAsia="cs-CZ"/>
        </w:rPr>
        <w:t xml:space="preserve"> dodavatelé</w:t>
      </w:r>
      <w:r w:rsidR="00554ECF">
        <w:t xml:space="preserve"> </w:t>
      </w:r>
      <w:r w:rsidRPr="00E24F78">
        <w:t xml:space="preserve">oprávněn disponovat </w:t>
      </w:r>
      <w:r w:rsidR="00904340">
        <w:t>při</w:t>
      </w:r>
      <w:r w:rsidRPr="00E24F78">
        <w:t xml:space="preserve"> plnění veřejné zakázky, a to alespoň v rozsahu, v jakém jiná osoba prokázala kvalifikaci za </w:t>
      </w:r>
      <w:r w:rsidR="00641082">
        <w:t>Dodava</w:t>
      </w:r>
      <w:r w:rsidRPr="00E24F78">
        <w:t>tele</w:t>
      </w:r>
      <w:r w:rsidR="00554ECF">
        <w:t xml:space="preserve"> nebo</w:t>
      </w:r>
      <w:r w:rsidR="00554ECF" w:rsidRPr="00632487">
        <w:rPr>
          <w:rFonts w:eastAsia="Times New Roman" w:cs="Times New Roman"/>
          <w:lang w:eastAsia="cs-CZ"/>
        </w:rPr>
        <w:t xml:space="preserve"> </w:t>
      </w:r>
      <w:r w:rsidR="00E42600">
        <w:rPr>
          <w:rFonts w:eastAsia="Times New Roman" w:cs="Times New Roman"/>
          <w:lang w:eastAsia="cs-CZ"/>
        </w:rPr>
        <w:t xml:space="preserve">za </w:t>
      </w:r>
      <w:r w:rsidR="00554ECF" w:rsidRPr="00247FAF">
        <w:rPr>
          <w:rFonts w:eastAsia="Times New Roman" w:cs="Times New Roman"/>
          <w:lang w:eastAsia="cs-CZ"/>
        </w:rPr>
        <w:t>případn</w:t>
      </w:r>
      <w:r w:rsidR="00554ECF">
        <w:rPr>
          <w:rFonts w:eastAsia="Times New Roman" w:cs="Times New Roman"/>
          <w:lang w:eastAsia="cs-CZ"/>
        </w:rPr>
        <w:t>é další</w:t>
      </w:r>
      <w:r w:rsidR="00554ECF" w:rsidRPr="00247FAF">
        <w:rPr>
          <w:rFonts w:eastAsia="Times New Roman" w:cs="Times New Roman"/>
          <w:lang w:eastAsia="cs-CZ"/>
        </w:rPr>
        <w:t xml:space="preserve"> dodavatel</w:t>
      </w:r>
      <w:r w:rsidR="00E42600">
        <w:rPr>
          <w:rFonts w:eastAsia="Times New Roman" w:cs="Times New Roman"/>
          <w:lang w:eastAsia="cs-CZ"/>
        </w:rPr>
        <w:t>e</w:t>
      </w:r>
      <w:r w:rsidR="0035531B">
        <w:t xml:space="preserve">. </w:t>
      </w: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457"/>
        <w:gridCol w:w="4332"/>
      </w:tblGrid>
      <w:tr w:rsidR="00307641" w:rsidRPr="00307641" w14:paraId="2FA0B2B9" w14:textId="77777777" w:rsidTr="00236A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bottom w:val="single" w:sz="2" w:space="0" w:color="auto"/>
            </w:tcBorders>
          </w:tcPr>
          <w:p w14:paraId="008876A3" w14:textId="77777777" w:rsidR="00307641" w:rsidRPr="00307641" w:rsidRDefault="00307641" w:rsidP="002845F4">
            <w:pPr>
              <w:pStyle w:val="Textbezslovn"/>
              <w:rPr>
                <w:b/>
                <w:sz w:val="16"/>
                <w:szCs w:val="16"/>
              </w:rPr>
            </w:pPr>
            <w:r w:rsidRPr="00307641">
              <w:rPr>
                <w:b/>
                <w:sz w:val="16"/>
                <w:szCs w:val="16"/>
              </w:rPr>
              <w:t>Obchodní firma/název/jméno a příjmení, sídlo, IČO</w:t>
            </w:r>
          </w:p>
        </w:tc>
        <w:tc>
          <w:tcPr>
            <w:tcW w:w="4332" w:type="dxa"/>
            <w:tcBorders>
              <w:bottom w:val="single" w:sz="2" w:space="0" w:color="auto"/>
            </w:tcBorders>
          </w:tcPr>
          <w:p w14:paraId="0E3C0536" w14:textId="77777777" w:rsidR="00307641" w:rsidRPr="00307641" w:rsidRDefault="00307641" w:rsidP="00E8576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  <w:highlight w:val="yellow"/>
              </w:rPr>
            </w:pPr>
            <w:r w:rsidRPr="00307641">
              <w:rPr>
                <w:b/>
                <w:sz w:val="16"/>
                <w:szCs w:val="16"/>
              </w:rPr>
              <w:t>Prokazovaná část kvalifikace</w:t>
            </w:r>
          </w:p>
        </w:tc>
      </w:tr>
      <w:tr w:rsidR="00307641" w:rsidRPr="00833899" w14:paraId="094A2390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42F53AD6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54DEFAD8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673FBBA0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7C42FEC9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31355D0E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1862CE6C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130DC54A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12566B65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1B8AF1C6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2195B8B6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07DBEFCB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2A519D80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3C6A0728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4AA15549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22537EE3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1813F206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50387E56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0DD4A7BC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7837958A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0770CF7D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4D272CD9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3233890D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7E1D8293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24EDA765" w14:textId="77777777" w:rsidTr="00236A9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  <w:shd w:val="clear" w:color="auto" w:fill="auto"/>
          </w:tcPr>
          <w:p w14:paraId="72F06CF3" w14:textId="77777777" w:rsidR="00307641" w:rsidRPr="00833899" w:rsidRDefault="00307641" w:rsidP="00E8576A">
            <w:pPr>
              <w:jc w:val="both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  <w:shd w:val="clear" w:color="auto" w:fill="auto"/>
          </w:tcPr>
          <w:p w14:paraId="0C90AA9B" w14:textId="1423736D" w:rsidR="00307641" w:rsidRPr="00833899" w:rsidRDefault="00307641" w:rsidP="00E8576A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72CC9A93" w14:textId="77777777" w:rsidR="00066766" w:rsidRDefault="00066766" w:rsidP="00EF4E96">
      <w:pPr>
        <w:jc w:val="both"/>
      </w:pPr>
      <w:r>
        <w:br w:type="page"/>
      </w:r>
    </w:p>
    <w:p w14:paraId="625AF15B" w14:textId="73BBADA6" w:rsidR="00066766" w:rsidRDefault="00066766" w:rsidP="00E8576A">
      <w:pPr>
        <w:pStyle w:val="Nadpisbezsl1-1"/>
        <w:jc w:val="both"/>
      </w:pPr>
      <w:bookmarkStart w:id="13" w:name="_Toc213141700"/>
      <w:bookmarkEnd w:id="0"/>
      <w:bookmarkEnd w:id="1"/>
      <w:bookmarkEnd w:id="2"/>
      <w:bookmarkEnd w:id="3"/>
      <w:r>
        <w:t xml:space="preserve">Kapitola č. </w:t>
      </w:r>
      <w:r w:rsidR="00D84A9C">
        <w:t>10</w:t>
      </w:r>
      <w:r w:rsidR="00D84A9C" w:rsidRPr="00ED1816">
        <w:t xml:space="preserve"> </w:t>
      </w:r>
      <w:r w:rsidR="00F05AF7">
        <w:t>Neobsazeno</w:t>
      </w:r>
      <w:bookmarkEnd w:id="13"/>
    </w:p>
    <w:p w14:paraId="3B98901D" w14:textId="77777777" w:rsidR="00F05AF7" w:rsidRDefault="00F05AF7">
      <w:pPr>
        <w:rPr>
          <w:rFonts w:asciiTheme="majorHAnsi" w:eastAsiaTheme="majorEastAsia" w:hAnsiTheme="majorHAnsi" w:cstheme="majorBidi"/>
          <w:b/>
          <w:caps/>
          <w:sz w:val="22"/>
          <w:szCs w:val="24"/>
        </w:rPr>
      </w:pPr>
      <w:r>
        <w:br w:type="page"/>
      </w:r>
    </w:p>
    <w:p w14:paraId="5C19F2A8" w14:textId="0D719B24" w:rsidR="00066766" w:rsidRDefault="00EB5220" w:rsidP="00EB5220">
      <w:pPr>
        <w:pStyle w:val="Nadpisbezsl1-1"/>
      </w:pPr>
      <w:bookmarkStart w:id="14" w:name="_Toc213141701"/>
      <w:r>
        <w:t xml:space="preserve">Kapitola č. </w:t>
      </w:r>
      <w:r w:rsidR="00D84A9C">
        <w:t xml:space="preserve">11 </w:t>
      </w:r>
      <w:r w:rsidR="000B53EB">
        <w:t>Neobsazeno</w:t>
      </w:r>
      <w:bookmarkEnd w:id="14"/>
    </w:p>
    <w:p w14:paraId="2D412037" w14:textId="77777777" w:rsidR="00370E18" w:rsidRDefault="00370E18">
      <w:pPr>
        <w:rPr>
          <w:rFonts w:asciiTheme="majorHAnsi" w:eastAsiaTheme="majorEastAsia" w:hAnsiTheme="majorHAnsi" w:cstheme="majorBidi"/>
          <w:b/>
          <w:caps/>
          <w:sz w:val="22"/>
          <w:szCs w:val="24"/>
        </w:rPr>
      </w:pPr>
      <w:r>
        <w:br w:type="page"/>
      </w:r>
    </w:p>
    <w:p w14:paraId="150BEA1C" w14:textId="04FCE46D" w:rsidR="00D339E2" w:rsidRDefault="00B84CB4" w:rsidP="00D339E2">
      <w:pPr>
        <w:pStyle w:val="Nadpisbezsl1-1"/>
      </w:pPr>
      <w:bookmarkStart w:id="15" w:name="_Toc213141702"/>
      <w:r>
        <w:t xml:space="preserve">Kapitola č. </w:t>
      </w:r>
      <w:r w:rsidR="00D84A9C">
        <w:t xml:space="preserve">12 </w:t>
      </w:r>
      <w:r w:rsidR="00D339E2" w:rsidRPr="00D339E2">
        <w:t xml:space="preserve">Čestné prohlášení ve vztahu k zákonu </w:t>
      </w:r>
      <w:r w:rsidR="004E697E">
        <w:br/>
      </w:r>
      <w:r w:rsidR="00D339E2" w:rsidRPr="00D339E2">
        <w:t>o registru smluv</w:t>
      </w:r>
      <w:r w:rsidR="00764C1D">
        <w:rPr>
          <w:rStyle w:val="Znakapoznpodarou"/>
        </w:rPr>
        <w:footnoteReference w:id="4"/>
      </w:r>
      <w:bookmarkEnd w:id="15"/>
    </w:p>
    <w:p w14:paraId="2D3ABCBF" w14:textId="04774544" w:rsidR="00D339E2" w:rsidRDefault="00D339E2" w:rsidP="00D339E2">
      <w:pPr>
        <w:pStyle w:val="Textbezslovn"/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3F11C8F9" w14:textId="53E7D534" w:rsidR="00D339E2" w:rsidRDefault="00D339E2" w:rsidP="00EF4E96">
      <w:pPr>
        <w:pStyle w:val="Textbezslovn"/>
      </w:pPr>
      <w:r w:rsidRPr="00723B12">
        <w:rPr>
          <w:rFonts w:ascii="Verdana" w:hAnsi="Verdana"/>
          <w:b/>
          <w:bCs/>
        </w:rPr>
        <w:t>Dodavatel</w:t>
      </w:r>
      <w:r w:rsidRPr="00D339E2">
        <w:rPr>
          <w:b/>
        </w:rPr>
        <w:t xml:space="preserve"> </w:t>
      </w:r>
      <w:r w:rsidRPr="001B23A1">
        <w:rPr>
          <w:b/>
        </w:rPr>
        <w:t>podáním nabídky čestně prohlašuje</w:t>
      </w:r>
      <w:r w:rsidRPr="00D36729">
        <w:rPr>
          <w:rFonts w:ascii="Verdana" w:hAnsi="Verdana"/>
        </w:rPr>
        <w:t>, že</w:t>
      </w:r>
      <w:r>
        <w:t xml:space="preserve"> dále uvedené údaje a další skutečnosti uvedené či jinak řádně označené ve smlouvě na plnění předmětu veřejné zakázky/rámcové dohodě, jež je součástí jeho nabídky (dále jen </w:t>
      </w:r>
      <w:r w:rsidRPr="00882E6D">
        <w:rPr>
          <w:b/>
          <w:i/>
        </w:rPr>
        <w:t>„</w:t>
      </w:r>
      <w:r w:rsidRPr="00986260">
        <w:rPr>
          <w:rStyle w:val="Kurzvatun"/>
        </w:rPr>
        <w:t>smlouva</w:t>
      </w:r>
      <w:r w:rsidRPr="00882E6D">
        <w:rPr>
          <w:b/>
          <w:i/>
        </w:rPr>
        <w:t>“</w:t>
      </w:r>
      <w:r>
        <w:t xml:space="preserve">), považuje </w:t>
      </w:r>
      <w:r w:rsidR="006C196E">
        <w:t>Dodavatel</w:t>
      </w:r>
      <w:r>
        <w:t xml:space="preserve"> za obchodní tajemství ve smyslu ustanovení § 504 zákona č. 89/2012 Sb., občanský zákoník, ve znění pozdějších předpisů (dále jen </w:t>
      </w:r>
      <w:r w:rsidRPr="00986260">
        <w:t>„</w:t>
      </w:r>
      <w:r w:rsidRPr="00986260">
        <w:rPr>
          <w:rStyle w:val="Kurzvatun"/>
        </w:rPr>
        <w:t>obchodní tajemství</w:t>
      </w:r>
      <w:r w:rsidRPr="00986260">
        <w:t>“</w:t>
      </w:r>
      <w:r>
        <w:t xml:space="preserve"> a </w:t>
      </w:r>
      <w:r w:rsidRPr="00986260">
        <w:t>„</w:t>
      </w:r>
      <w:r w:rsidRPr="00986260">
        <w:rPr>
          <w:rStyle w:val="Kurzvatun"/>
        </w:rPr>
        <w:t>občanský zákoník</w:t>
      </w:r>
      <w:r w:rsidRPr="00986260">
        <w:t>“</w:t>
      </w:r>
      <w:r>
        <w:t xml:space="preserve">), nebo se jedná o jiné </w:t>
      </w:r>
      <w:r w:rsidRPr="00D45C59">
        <w:t>informace, které nemohou být v registru smluv uveřejněny na základě ustanovení § 3 odst. 1 ZRS</w:t>
      </w:r>
      <w: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D339E2" w:rsidRPr="005F0577" w14:paraId="285C8697" w14:textId="77777777" w:rsidTr="00723B12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857C5EF" w14:textId="77777777" w:rsidR="00D339E2" w:rsidRPr="00986260" w:rsidRDefault="00D339E2" w:rsidP="00723B12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A51349F" w14:textId="77777777" w:rsidR="00D339E2" w:rsidRPr="00986260" w:rsidRDefault="00D339E2" w:rsidP="00723B12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 či jejích přílohách</w:t>
            </w:r>
          </w:p>
        </w:tc>
      </w:tr>
      <w:tr w:rsidR="00D339E2" w:rsidRPr="005F0577" w14:paraId="46D855CD" w14:textId="77777777" w:rsidTr="00723B12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405A2" w14:textId="77777777" w:rsidR="00D339E2" w:rsidRPr="007308BA" w:rsidRDefault="00D339E2" w:rsidP="00723B12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B0E12F8B5BAB42E68F6504FD637AA551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DE8BC9535E614A5EBFB9CD5298E1C115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F78C2DD" w14:textId="77777777" w:rsidR="00D339E2" w:rsidRPr="005F0577" w:rsidRDefault="00D339E2" w:rsidP="00723B12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D339E2" w:rsidRPr="005F0577" w14:paraId="22791803" w14:textId="77777777" w:rsidTr="00723B12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083AE" w14:textId="77777777" w:rsidR="00D339E2" w:rsidRPr="007308BA" w:rsidRDefault="00CA1442" w:rsidP="00723B12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6341A0299F634DB2A05F092F676F8378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D339E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BD83AE7999EC4D158BAD9749B1D870F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5A8A971" w14:textId="77777777" w:rsidR="00D339E2" w:rsidRPr="005F0577" w:rsidRDefault="00D339E2" w:rsidP="00723B12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D339E2" w:rsidRPr="005F0577" w14:paraId="6E45C5D8" w14:textId="77777777" w:rsidTr="00723B12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AFB44" w14:textId="77777777" w:rsidR="00D339E2" w:rsidRPr="007308BA" w:rsidRDefault="00CA1442" w:rsidP="00723B12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1D715447E9A24F5DAEA3C4D493BF68CF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D339E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E7B2F2A2E0DF4B4191942103DA2980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A620D1" w14:textId="77777777" w:rsidR="00D339E2" w:rsidRPr="005F0577" w:rsidRDefault="00D339E2" w:rsidP="00723B12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4592907A" w14:textId="1E4A238C" w:rsidR="00D339E2" w:rsidRDefault="002845F4" w:rsidP="00EF4E96">
      <w:pPr>
        <w:pStyle w:val="Textbezslovn"/>
      </w:pPr>
      <w:r w:rsidRPr="00EF4E96">
        <w:rPr>
          <w:b/>
          <w:bCs/>
        </w:rPr>
        <w:t>Dodavatel</w:t>
      </w:r>
      <w:r w:rsidR="00D339E2" w:rsidRPr="00EF4E96">
        <w:rPr>
          <w:b/>
          <w:bCs/>
        </w:rPr>
        <w:t xml:space="preserve"> tímto čestně prohlašuje</w:t>
      </w:r>
      <w:r w:rsidR="00D339E2">
        <w:t xml:space="preserve">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</w:t>
      </w:r>
      <w:r>
        <w:t>Dodavatel</w:t>
      </w:r>
      <w:r w:rsidR="00D339E2">
        <w:t xml:space="preserve"> dále čestně prohlašuje, že nese veškerou odpovědnost v případě, že část obsahu smlouvy, která se týká obchodního tajemství </w:t>
      </w:r>
      <w:r>
        <w:t>Dodavatele</w:t>
      </w:r>
      <w:r w:rsidR="00D339E2">
        <w:t xml:space="preserve">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</w:t>
      </w:r>
      <w:r>
        <w:t>Dodavatele</w:t>
      </w:r>
      <w:r w:rsidR="00D339E2">
        <w:t xml:space="preserve">. </w:t>
      </w:r>
    </w:p>
    <w:p w14:paraId="22BD7648" w14:textId="531952D5" w:rsidR="00D339E2" w:rsidRDefault="002845F4" w:rsidP="00EF4E96">
      <w:pPr>
        <w:pStyle w:val="Textbezslovn"/>
        <w:rPr>
          <w:rFonts w:eastAsia="Times New Roman" w:cs="Times New Roman"/>
          <w:lang w:eastAsia="cs-CZ"/>
        </w:rPr>
      </w:pPr>
      <w:r w:rsidRPr="00EF4E96">
        <w:rPr>
          <w:rFonts w:eastAsia="Calibri" w:cs="Times New Roman"/>
          <w:b/>
          <w:bCs/>
        </w:rPr>
        <w:t>Dodavatel</w:t>
      </w:r>
      <w:r w:rsidR="00D339E2" w:rsidRPr="00EF4E96">
        <w:rPr>
          <w:rFonts w:eastAsia="Calibri" w:cs="Times New Roman"/>
          <w:b/>
          <w:bCs/>
        </w:rPr>
        <w:t xml:space="preserve"> tímto čestně prohlašuje</w:t>
      </w:r>
      <w:r w:rsidR="00D339E2">
        <w:rPr>
          <w:rFonts w:eastAsia="Calibri" w:cs="Times New Roman"/>
        </w:rPr>
        <w:t xml:space="preserve">, že neprodleně písemně sdělí zadavateli skutečnost, že takto označené informace přestaly naplňovat </w:t>
      </w:r>
      <w:r w:rsidR="00D339E2" w:rsidRPr="00EF4E96">
        <w:t>znaky</w:t>
      </w:r>
      <w:r w:rsidR="00D339E2">
        <w:rPr>
          <w:rFonts w:eastAsia="Calibri" w:cs="Times New Roman"/>
        </w:rPr>
        <w:t xml:space="preserve"> obchodního tajemství.</w:t>
      </w:r>
    </w:p>
    <w:p w14:paraId="596F7974" w14:textId="7DFA1B7F" w:rsidR="00D339E2" w:rsidRDefault="002845F4" w:rsidP="002845F4">
      <w:pPr>
        <w:pStyle w:val="Textbezslovn"/>
        <w:rPr>
          <w:rFonts w:eastAsia="Calibri" w:cs="Times New Roman"/>
        </w:rPr>
      </w:pPr>
      <w:r w:rsidRPr="00EF4E96">
        <w:rPr>
          <w:rFonts w:eastAsia="Calibri" w:cs="Times New Roman"/>
          <w:b/>
          <w:bCs/>
        </w:rPr>
        <w:t>Dodavatel</w:t>
      </w:r>
      <w:r w:rsidR="00D339E2" w:rsidRPr="00EF4E96">
        <w:rPr>
          <w:rFonts w:eastAsia="Calibri" w:cs="Times New Roman"/>
          <w:b/>
          <w:bCs/>
        </w:rPr>
        <w:t xml:space="preserve"> tímto čestně prohlašuje</w:t>
      </w:r>
      <w:r w:rsidR="00D339E2">
        <w:rPr>
          <w:rFonts w:eastAsia="Calibri" w:cs="Times New Roman"/>
        </w:rPr>
        <w:t xml:space="preserve">, že údaje a skutečnosti uvedené ve smlouvě, která je nedílnou součástí nabídky, jsou údaji </w:t>
      </w:r>
      <w:r w:rsidR="00D339E2" w:rsidRPr="00EF4E96">
        <w:t>nebo</w:t>
      </w:r>
      <w:r w:rsidR="00D339E2">
        <w:rPr>
          <w:rFonts w:eastAsia="Calibri" w:cs="Times New Roman"/>
        </w:rPr>
        <w:t xml:space="preserve"> skutečnostmi (s výjimkou obchodního tajemství, uvedeného výše), které nemohou být v registru smluv uveřejněny na základě ustanovení § 3 odst. 1 ZRS. </w:t>
      </w:r>
      <w:r w:rsidRPr="00EF4E96">
        <w:rPr>
          <w:rFonts w:eastAsia="Calibri" w:cs="Times New Roman"/>
          <w:b/>
          <w:bCs/>
        </w:rPr>
        <w:t>Dodavatel</w:t>
      </w:r>
      <w:r w:rsidR="00D339E2" w:rsidRPr="00EF4E96">
        <w:rPr>
          <w:rFonts w:eastAsia="Calibri" w:cs="Times New Roman"/>
          <w:b/>
          <w:bCs/>
        </w:rPr>
        <w:t xml:space="preserve"> dále čestně prohlašuje</w:t>
      </w:r>
      <w:r w:rsidR="00D339E2">
        <w:rPr>
          <w:rFonts w:eastAsia="Calibri" w:cs="Times New Roman"/>
        </w:rPr>
        <w:t xml:space="preserve">, že nese veškerou odpovědnost v případě, že část obsahu smlouvy, která obsahuje informace označené </w:t>
      </w:r>
      <w:r>
        <w:rPr>
          <w:rFonts w:eastAsia="Calibri" w:cs="Times New Roman"/>
        </w:rPr>
        <w:t>Dodavatelem</w:t>
      </w:r>
      <w:r w:rsidR="00D339E2">
        <w:rPr>
          <w:rFonts w:eastAsia="Calibri" w:cs="Times New Roman"/>
        </w:rPr>
        <w:t xml:space="preserve">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</w:t>
      </w:r>
      <w:r>
        <w:rPr>
          <w:rFonts w:eastAsia="Calibri" w:cs="Times New Roman"/>
        </w:rPr>
        <w:t>Dodavatele</w:t>
      </w:r>
      <w:r w:rsidR="00D339E2">
        <w:rPr>
          <w:rFonts w:eastAsia="Calibri" w:cs="Times New Roman"/>
        </w:rPr>
        <w:t>.</w:t>
      </w:r>
    </w:p>
    <w:p w14:paraId="2EDAD3DF" w14:textId="15989E05" w:rsidR="00C27859" w:rsidRDefault="00C27859" w:rsidP="00EF4E96">
      <w:pPr>
        <w:pStyle w:val="Textbezslovn"/>
        <w:rPr>
          <w:rFonts w:eastAsia="Calibri" w:cs="Times New Roman"/>
        </w:rPr>
      </w:pPr>
      <w:r>
        <w:t>V případě, že Dodavatel je současně vedoucím společníkem dle kapitoly č. 2 tohoto krycího listu, činí výše uvedená prohlášení jménem všech členů společnosti/sdružení.</w:t>
      </w:r>
    </w:p>
    <w:p w14:paraId="388D97C0" w14:textId="3C5D42EF" w:rsidR="00FA5331" w:rsidRDefault="00FA5331" w:rsidP="00EF4E96"/>
    <w:sectPr w:rsidR="00FA5331" w:rsidSect="00ED63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B86FA" w14:textId="77777777" w:rsidR="00101820" w:rsidRDefault="00101820" w:rsidP="00962258">
      <w:pPr>
        <w:spacing w:after="0" w:line="240" w:lineRule="auto"/>
      </w:pPr>
      <w:r>
        <w:separator/>
      </w:r>
    </w:p>
  </w:endnote>
  <w:endnote w:type="continuationSeparator" w:id="0">
    <w:p w14:paraId="2A2B6935" w14:textId="77777777" w:rsidR="00101820" w:rsidRDefault="001018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206A0D" w14:paraId="43E6FD8A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6FBFAA" w14:textId="2BB3F712" w:rsidR="00206A0D" w:rsidRPr="00B8518B" w:rsidRDefault="00206A0D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86F43">
            <w:rPr>
              <w:rStyle w:val="slostrnky"/>
              <w:noProof/>
            </w:rPr>
            <w:t>36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86F43">
            <w:rPr>
              <w:rStyle w:val="slostrnky"/>
              <w:noProof/>
            </w:rPr>
            <w:t>49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tcMar>
            <w:left w:w="0" w:type="dxa"/>
            <w:right w:w="0" w:type="dxa"/>
          </w:tcMar>
        </w:tcPr>
        <w:p w14:paraId="37189AA7" w14:textId="77777777" w:rsidR="00206A0D" w:rsidRDefault="00206A0D" w:rsidP="00B8518B">
          <w:pPr>
            <w:pStyle w:val="Zpat"/>
          </w:pPr>
        </w:p>
      </w:tc>
      <w:tc>
        <w:tcPr>
          <w:tcW w:w="425" w:type="dxa"/>
          <w:tcMar>
            <w:left w:w="0" w:type="dxa"/>
            <w:right w:w="0" w:type="dxa"/>
          </w:tcMar>
        </w:tcPr>
        <w:p w14:paraId="45F1B8FE" w14:textId="77777777" w:rsidR="00206A0D" w:rsidRDefault="00206A0D" w:rsidP="00B8518B">
          <w:pPr>
            <w:pStyle w:val="Zpat"/>
          </w:pPr>
        </w:p>
      </w:tc>
      <w:tc>
        <w:tcPr>
          <w:tcW w:w="8505" w:type="dxa"/>
        </w:tcPr>
        <w:p w14:paraId="6552BBF7" w14:textId="2863B276" w:rsidR="00206A0D" w:rsidRDefault="00206A0D" w:rsidP="00EB46E5">
          <w:pPr>
            <w:pStyle w:val="Zpat0"/>
          </w:pPr>
        </w:p>
        <w:p w14:paraId="3201EED0" w14:textId="77777777" w:rsidR="00206A0D" w:rsidRDefault="00206A0D" w:rsidP="00EB46E5">
          <w:pPr>
            <w:pStyle w:val="Zpat0"/>
          </w:pPr>
          <w:r>
            <w:t>Díl 1 – VÝZVA K PODÁNÍ NABÍDKY</w:t>
          </w:r>
        </w:p>
        <w:p w14:paraId="0F33739D" w14:textId="77777777" w:rsidR="00206A0D" w:rsidRDefault="00206A0D" w:rsidP="0035531B">
          <w:pPr>
            <w:pStyle w:val="Zpat0"/>
          </w:pPr>
        </w:p>
      </w:tc>
    </w:tr>
  </w:tbl>
  <w:p w14:paraId="0F99771F" w14:textId="77777777" w:rsidR="00206A0D" w:rsidRPr="00B8518B" w:rsidRDefault="00206A0D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7ABC4" w14:textId="77777777" w:rsidR="00206A0D" w:rsidRPr="00B8518B" w:rsidRDefault="00206A0D" w:rsidP="00460660">
    <w:pPr>
      <w:pStyle w:val="Zpat"/>
      <w:rPr>
        <w:sz w:val="2"/>
        <w:szCs w:val="2"/>
      </w:rPr>
    </w:pPr>
  </w:p>
  <w:p w14:paraId="542534AD" w14:textId="77777777" w:rsidR="00206A0D" w:rsidRPr="00460660" w:rsidRDefault="00206A0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823A2" w14:textId="77777777" w:rsidR="00101820" w:rsidRDefault="00101820" w:rsidP="00962258">
      <w:pPr>
        <w:spacing w:after="0" w:line="240" w:lineRule="auto"/>
      </w:pPr>
      <w:r>
        <w:separator/>
      </w:r>
    </w:p>
  </w:footnote>
  <w:footnote w:type="continuationSeparator" w:id="0">
    <w:p w14:paraId="4CAD2958" w14:textId="77777777" w:rsidR="00101820" w:rsidRDefault="00101820" w:rsidP="00962258">
      <w:pPr>
        <w:spacing w:after="0" w:line="240" w:lineRule="auto"/>
      </w:pPr>
      <w:r>
        <w:continuationSeparator/>
      </w:r>
    </w:p>
  </w:footnote>
  <w:footnote w:id="1">
    <w:p w14:paraId="51566679" w14:textId="77777777" w:rsidR="00206A0D" w:rsidRPr="00EF4E96" w:rsidRDefault="00206A0D" w:rsidP="00EF4E96">
      <w:pPr>
        <w:pStyle w:val="Textpoznpodarou"/>
        <w:jc w:val="both"/>
        <w:rPr>
          <w:sz w:val="16"/>
          <w:szCs w:val="16"/>
        </w:rPr>
      </w:pPr>
      <w:r w:rsidRPr="00EF4E96">
        <w:rPr>
          <w:rStyle w:val="Znakapoznpodarou"/>
          <w:sz w:val="16"/>
          <w:szCs w:val="16"/>
        </w:rPr>
        <w:footnoteRef/>
      </w:r>
      <w:r w:rsidRPr="00EF4E96">
        <w:rPr>
          <w:sz w:val="16"/>
          <w:szCs w:val="16"/>
        </w:rPr>
        <w:t xml:space="preserve"> Identifikační údaje doplní dodavatel dle skutečnosti, zda se jedná o fyzickou či právnickou osobu.</w:t>
      </w:r>
    </w:p>
  </w:footnote>
  <w:footnote w:id="2">
    <w:p w14:paraId="55A8B3FC" w14:textId="217FFBC0" w:rsidR="00606D40" w:rsidRPr="00EF4E96" w:rsidRDefault="00606D40" w:rsidP="00EF4E96">
      <w:pPr>
        <w:pStyle w:val="Textpoznpodarou"/>
        <w:jc w:val="both"/>
        <w:rPr>
          <w:sz w:val="16"/>
          <w:szCs w:val="16"/>
        </w:rPr>
      </w:pPr>
      <w:r w:rsidRPr="00EF4E96">
        <w:rPr>
          <w:rStyle w:val="Znakapoznpodarou"/>
          <w:sz w:val="16"/>
          <w:szCs w:val="16"/>
        </w:rPr>
        <w:footnoteRef/>
      </w:r>
      <w:r w:rsidRPr="00EF4E96">
        <w:rPr>
          <w:sz w:val="16"/>
          <w:szCs w:val="16"/>
        </w:rPr>
        <w:t xml:space="preserve"> </w:t>
      </w:r>
      <w:r w:rsidR="00EF4E96" w:rsidRPr="00EF4E96">
        <w:rPr>
          <w:sz w:val="16"/>
          <w:szCs w:val="16"/>
        </w:rPr>
        <w:t>Dodavatel vyplní pouze v případě, j</w:t>
      </w:r>
      <w:r w:rsidRPr="00EF4E96">
        <w:rPr>
          <w:sz w:val="16"/>
          <w:szCs w:val="16"/>
        </w:rPr>
        <w:t>e-li nabídka podávána v rámci společnosti/sdružení/seskupení.</w:t>
      </w:r>
    </w:p>
  </w:footnote>
  <w:footnote w:id="3">
    <w:p w14:paraId="0065ABFD" w14:textId="77777777" w:rsidR="00206A0D" w:rsidRPr="00EF4E96" w:rsidRDefault="00206A0D" w:rsidP="00EF4E96">
      <w:pPr>
        <w:pStyle w:val="Textpoznpodarou"/>
        <w:jc w:val="both"/>
        <w:rPr>
          <w:sz w:val="16"/>
          <w:szCs w:val="16"/>
        </w:rPr>
      </w:pPr>
      <w:r w:rsidRPr="00EF4E96">
        <w:rPr>
          <w:rStyle w:val="Znakapoznpodarou"/>
          <w:sz w:val="16"/>
          <w:szCs w:val="16"/>
        </w:rPr>
        <w:footnoteRef/>
      </w:r>
      <w:r w:rsidRPr="00EF4E96">
        <w:rPr>
          <w:sz w:val="16"/>
          <w:szCs w:val="16"/>
        </w:rPr>
        <w:t xml:space="preserve"> Identifikační údaje doplní dodavatel dle skutečnosti, zda se jedná o fyzickou či právnickou osobu.</w:t>
      </w:r>
    </w:p>
  </w:footnote>
  <w:footnote w:id="4">
    <w:p w14:paraId="212954BF" w14:textId="0CB1927C" w:rsidR="00764C1D" w:rsidRDefault="00764C1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764C1D">
        <w:t>Neobsahuje-li nabídka dodavatele údaje či informace naplňující znaky obchodního tajemství ani jiné údaje či informace, které nemohou být uveřejněny v registru smluv, dodavatel toto čestné prohlášení nevyplňuje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06A0D" w14:paraId="79A2CDD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F56E93F" w14:textId="77777777" w:rsidR="00206A0D" w:rsidRPr="00B8518B" w:rsidRDefault="00206A0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743F0C7F" w14:textId="77777777" w:rsidR="00206A0D" w:rsidRDefault="00206A0D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31CF52A8" w14:textId="77777777" w:rsidR="00206A0D" w:rsidRPr="00D6163D" w:rsidRDefault="00206A0D" w:rsidP="00D6163D">
          <w:pPr>
            <w:pStyle w:val="Druhdokumentu"/>
          </w:pPr>
        </w:p>
      </w:tc>
    </w:tr>
  </w:tbl>
  <w:p w14:paraId="75C0D1DB" w14:textId="77777777" w:rsidR="00206A0D" w:rsidRPr="00D6163D" w:rsidRDefault="00206A0D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206A0D" w14:paraId="305FD5DB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70B0069" w14:textId="77777777" w:rsidR="00206A0D" w:rsidRPr="00B8518B" w:rsidRDefault="00206A0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C1BA917" w14:textId="77777777" w:rsidR="00206A0D" w:rsidRDefault="00206A0D" w:rsidP="00FC6389">
          <w:pPr>
            <w:pStyle w:val="Zpat"/>
          </w:pPr>
        </w:p>
      </w:tc>
      <w:tc>
        <w:tcPr>
          <w:tcW w:w="5756" w:type="dxa"/>
          <w:tcMar>
            <w:left w:w="0" w:type="dxa"/>
            <w:right w:w="0" w:type="dxa"/>
          </w:tcMar>
        </w:tcPr>
        <w:p w14:paraId="2C32B53E" w14:textId="77777777" w:rsidR="00206A0D" w:rsidRPr="00D6163D" w:rsidRDefault="00206A0D" w:rsidP="00FC6389">
          <w:pPr>
            <w:pStyle w:val="Druhdokumentu"/>
          </w:pPr>
        </w:p>
      </w:tc>
    </w:tr>
    <w:tr w:rsidR="00206A0D" w14:paraId="69F8D53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79BED3A" w14:textId="77777777" w:rsidR="00206A0D" w:rsidRPr="00B8518B" w:rsidRDefault="00206A0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3E8AC86" w14:textId="77777777" w:rsidR="00206A0D" w:rsidRDefault="00206A0D" w:rsidP="00FC6389">
          <w:pPr>
            <w:pStyle w:val="Zpat"/>
          </w:pPr>
        </w:p>
      </w:tc>
      <w:tc>
        <w:tcPr>
          <w:tcW w:w="5756" w:type="dxa"/>
          <w:tcMar>
            <w:left w:w="0" w:type="dxa"/>
            <w:right w:w="0" w:type="dxa"/>
          </w:tcMar>
        </w:tcPr>
        <w:p w14:paraId="702F8471" w14:textId="77777777" w:rsidR="00206A0D" w:rsidRPr="00D6163D" w:rsidRDefault="00206A0D" w:rsidP="00FC6389">
          <w:pPr>
            <w:pStyle w:val="Druhdokumentu"/>
          </w:pPr>
        </w:p>
      </w:tc>
    </w:tr>
  </w:tbl>
  <w:p w14:paraId="0A197E79" w14:textId="77777777" w:rsidR="00206A0D" w:rsidRPr="00D6163D" w:rsidRDefault="00206A0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72576" behindDoc="0" locked="1" layoutInCell="1" allowOverlap="1" wp14:anchorId="280DAC1C" wp14:editId="2F908683">
          <wp:simplePos x="0" y="0"/>
          <wp:positionH relativeFrom="page">
            <wp:posOffset>584200</wp:posOffset>
          </wp:positionH>
          <wp:positionV relativeFrom="page">
            <wp:posOffset>548640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F159E5C" w14:textId="77777777" w:rsidR="00206A0D" w:rsidRPr="00460660" w:rsidRDefault="00206A0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A43293C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D1B2139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5C46414C"/>
    <w:multiLevelType w:val="multilevel"/>
    <w:tmpl w:val="61B6E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67E622F5"/>
    <w:multiLevelType w:val="hybridMultilevel"/>
    <w:tmpl w:val="5280825A"/>
    <w:lvl w:ilvl="0" w:tplc="FFD08AFC">
      <w:start w:val="1"/>
      <w:numFmt w:val="decimal"/>
      <w:pStyle w:val="Seznam1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F0A8C"/>
    <w:multiLevelType w:val="multilevel"/>
    <w:tmpl w:val="79264D62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7467E0"/>
    <w:multiLevelType w:val="hybridMultilevel"/>
    <w:tmpl w:val="715C63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2661995">
    <w:abstractNumId w:val="3"/>
  </w:num>
  <w:num w:numId="2" w16cid:durableId="844243682">
    <w:abstractNumId w:val="1"/>
  </w:num>
  <w:num w:numId="3" w16cid:durableId="2098792267">
    <w:abstractNumId w:val="11"/>
  </w:num>
  <w:num w:numId="4" w16cid:durableId="1764762886">
    <w:abstractNumId w:val="2"/>
  </w:num>
  <w:num w:numId="5" w16cid:durableId="1804542433">
    <w:abstractNumId w:val="0"/>
  </w:num>
  <w:num w:numId="6" w16cid:durableId="2137478056">
    <w:abstractNumId w:val="5"/>
  </w:num>
  <w:num w:numId="7" w16cid:durableId="1025911839">
    <w:abstractNumId w:val="7"/>
  </w:num>
  <w:num w:numId="8" w16cid:durableId="1128476615">
    <w:abstractNumId w:val="6"/>
  </w:num>
  <w:num w:numId="9" w16cid:durableId="536745284">
    <w:abstractNumId w:val="14"/>
  </w:num>
  <w:num w:numId="10" w16cid:durableId="485129412">
    <w:abstractNumId w:val="9"/>
  </w:num>
  <w:num w:numId="11" w16cid:durableId="106583586">
    <w:abstractNumId w:val="7"/>
  </w:num>
  <w:num w:numId="12" w16cid:durableId="279456196">
    <w:abstractNumId w:val="7"/>
  </w:num>
  <w:num w:numId="13" w16cid:durableId="20936217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4755307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217741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85903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226690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842549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0449772">
    <w:abstractNumId w:val="8"/>
  </w:num>
  <w:num w:numId="20" w16cid:durableId="19981419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876491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97694552">
    <w:abstractNumId w:val="10"/>
  </w:num>
  <w:num w:numId="23" w16cid:durableId="1195923377">
    <w:abstractNumId w:val="12"/>
  </w:num>
  <w:num w:numId="24" w16cid:durableId="1626497862">
    <w:abstractNumId w:val="6"/>
  </w:num>
  <w:num w:numId="25" w16cid:durableId="1562641532">
    <w:abstractNumId w:val="4"/>
  </w:num>
  <w:num w:numId="26" w16cid:durableId="1779983773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786"/>
    <w:rsid w:val="0000101A"/>
    <w:rsid w:val="00004B20"/>
    <w:rsid w:val="00006188"/>
    <w:rsid w:val="00011AC7"/>
    <w:rsid w:val="00012D71"/>
    <w:rsid w:val="0001355D"/>
    <w:rsid w:val="00015DBC"/>
    <w:rsid w:val="00017143"/>
    <w:rsid w:val="0001718F"/>
    <w:rsid w:val="000171CF"/>
    <w:rsid w:val="000174E8"/>
    <w:rsid w:val="00017A23"/>
    <w:rsid w:val="00017F3C"/>
    <w:rsid w:val="000203DB"/>
    <w:rsid w:val="00020F69"/>
    <w:rsid w:val="00024533"/>
    <w:rsid w:val="00025680"/>
    <w:rsid w:val="000259F7"/>
    <w:rsid w:val="00025F06"/>
    <w:rsid w:val="000276A8"/>
    <w:rsid w:val="0003198B"/>
    <w:rsid w:val="000338E9"/>
    <w:rsid w:val="000363D7"/>
    <w:rsid w:val="00041D9D"/>
    <w:rsid w:val="00041EC8"/>
    <w:rsid w:val="00044E22"/>
    <w:rsid w:val="00046545"/>
    <w:rsid w:val="000471FA"/>
    <w:rsid w:val="000552D4"/>
    <w:rsid w:val="00055C05"/>
    <w:rsid w:val="00057523"/>
    <w:rsid w:val="00061916"/>
    <w:rsid w:val="00061E45"/>
    <w:rsid w:val="0006450D"/>
    <w:rsid w:val="0006499F"/>
    <w:rsid w:val="0006588D"/>
    <w:rsid w:val="000662D4"/>
    <w:rsid w:val="00066766"/>
    <w:rsid w:val="00067A5E"/>
    <w:rsid w:val="00067EE3"/>
    <w:rsid w:val="000719BB"/>
    <w:rsid w:val="00071EF2"/>
    <w:rsid w:val="00072640"/>
    <w:rsid w:val="00072A65"/>
    <w:rsid w:val="00072C1E"/>
    <w:rsid w:val="00074569"/>
    <w:rsid w:val="00074F3B"/>
    <w:rsid w:val="000823AE"/>
    <w:rsid w:val="00082434"/>
    <w:rsid w:val="0008302F"/>
    <w:rsid w:val="00083725"/>
    <w:rsid w:val="000839DD"/>
    <w:rsid w:val="00083DF3"/>
    <w:rsid w:val="00085235"/>
    <w:rsid w:val="00085564"/>
    <w:rsid w:val="00087CCD"/>
    <w:rsid w:val="00090767"/>
    <w:rsid w:val="00091CD6"/>
    <w:rsid w:val="00092CC9"/>
    <w:rsid w:val="00095EF4"/>
    <w:rsid w:val="000961B4"/>
    <w:rsid w:val="000A4679"/>
    <w:rsid w:val="000B12B0"/>
    <w:rsid w:val="000B20AE"/>
    <w:rsid w:val="000B4C49"/>
    <w:rsid w:val="000B4EB8"/>
    <w:rsid w:val="000B5300"/>
    <w:rsid w:val="000B53EB"/>
    <w:rsid w:val="000C2072"/>
    <w:rsid w:val="000C3CD6"/>
    <w:rsid w:val="000C41F2"/>
    <w:rsid w:val="000D0AE7"/>
    <w:rsid w:val="000D0DE7"/>
    <w:rsid w:val="000D1858"/>
    <w:rsid w:val="000D2136"/>
    <w:rsid w:val="000D22C4"/>
    <w:rsid w:val="000D27D1"/>
    <w:rsid w:val="000D5E72"/>
    <w:rsid w:val="000D6762"/>
    <w:rsid w:val="000D7437"/>
    <w:rsid w:val="000E15C8"/>
    <w:rsid w:val="000E1A7F"/>
    <w:rsid w:val="000E25BA"/>
    <w:rsid w:val="000E4596"/>
    <w:rsid w:val="000E5F0B"/>
    <w:rsid w:val="000F0498"/>
    <w:rsid w:val="000F3666"/>
    <w:rsid w:val="000F3B2D"/>
    <w:rsid w:val="000F4E40"/>
    <w:rsid w:val="00101820"/>
    <w:rsid w:val="001032AF"/>
    <w:rsid w:val="0010352D"/>
    <w:rsid w:val="00106A0E"/>
    <w:rsid w:val="001077DE"/>
    <w:rsid w:val="001079AC"/>
    <w:rsid w:val="00112301"/>
    <w:rsid w:val="00112864"/>
    <w:rsid w:val="00112F94"/>
    <w:rsid w:val="00113C50"/>
    <w:rsid w:val="00114472"/>
    <w:rsid w:val="00114988"/>
    <w:rsid w:val="00114A29"/>
    <w:rsid w:val="00115069"/>
    <w:rsid w:val="001150F2"/>
    <w:rsid w:val="00116813"/>
    <w:rsid w:val="00117644"/>
    <w:rsid w:val="00121CAF"/>
    <w:rsid w:val="00124545"/>
    <w:rsid w:val="00124D0D"/>
    <w:rsid w:val="00131D92"/>
    <w:rsid w:val="00132890"/>
    <w:rsid w:val="00136160"/>
    <w:rsid w:val="00142F26"/>
    <w:rsid w:val="001431E6"/>
    <w:rsid w:val="00146496"/>
    <w:rsid w:val="00146BCB"/>
    <w:rsid w:val="00146DD0"/>
    <w:rsid w:val="001472A9"/>
    <w:rsid w:val="00150AB6"/>
    <w:rsid w:val="00151838"/>
    <w:rsid w:val="0015525A"/>
    <w:rsid w:val="00157179"/>
    <w:rsid w:val="00160425"/>
    <w:rsid w:val="00160587"/>
    <w:rsid w:val="00163AF1"/>
    <w:rsid w:val="0016455F"/>
    <w:rsid w:val="001656A2"/>
    <w:rsid w:val="00166978"/>
    <w:rsid w:val="00170521"/>
    <w:rsid w:val="00170EC5"/>
    <w:rsid w:val="001747C1"/>
    <w:rsid w:val="00177199"/>
    <w:rsid w:val="00177D6B"/>
    <w:rsid w:val="001802E3"/>
    <w:rsid w:val="0018364C"/>
    <w:rsid w:val="00184258"/>
    <w:rsid w:val="001902D3"/>
    <w:rsid w:val="001919A9"/>
    <w:rsid w:val="00191F90"/>
    <w:rsid w:val="00192880"/>
    <w:rsid w:val="0019345F"/>
    <w:rsid w:val="00193C2A"/>
    <w:rsid w:val="00193D8F"/>
    <w:rsid w:val="001950C2"/>
    <w:rsid w:val="0019527B"/>
    <w:rsid w:val="00196E81"/>
    <w:rsid w:val="001A341A"/>
    <w:rsid w:val="001B18A5"/>
    <w:rsid w:val="001B2389"/>
    <w:rsid w:val="001B23A1"/>
    <w:rsid w:val="001B3310"/>
    <w:rsid w:val="001B4E74"/>
    <w:rsid w:val="001B5ED5"/>
    <w:rsid w:val="001C3945"/>
    <w:rsid w:val="001C3DC8"/>
    <w:rsid w:val="001C645F"/>
    <w:rsid w:val="001D0D67"/>
    <w:rsid w:val="001D4B4A"/>
    <w:rsid w:val="001D5DE6"/>
    <w:rsid w:val="001D7B7B"/>
    <w:rsid w:val="001E03BE"/>
    <w:rsid w:val="001E08F5"/>
    <w:rsid w:val="001E0DC3"/>
    <w:rsid w:val="001E1A3D"/>
    <w:rsid w:val="001E651D"/>
    <w:rsid w:val="001E678E"/>
    <w:rsid w:val="001F0B6F"/>
    <w:rsid w:val="001F39FF"/>
    <w:rsid w:val="00202B5D"/>
    <w:rsid w:val="00204A00"/>
    <w:rsid w:val="0020586C"/>
    <w:rsid w:val="00206A0D"/>
    <w:rsid w:val="0020719F"/>
    <w:rsid w:val="002071BB"/>
    <w:rsid w:val="00207DF5"/>
    <w:rsid w:val="0021225E"/>
    <w:rsid w:val="00212E29"/>
    <w:rsid w:val="002142C4"/>
    <w:rsid w:val="00214E19"/>
    <w:rsid w:val="00215A2B"/>
    <w:rsid w:val="00215FBE"/>
    <w:rsid w:val="00221D06"/>
    <w:rsid w:val="002222C1"/>
    <w:rsid w:val="00225B2D"/>
    <w:rsid w:val="002323E9"/>
    <w:rsid w:val="00233A30"/>
    <w:rsid w:val="00233A53"/>
    <w:rsid w:val="00235EB5"/>
    <w:rsid w:val="002369BD"/>
    <w:rsid w:val="00236A91"/>
    <w:rsid w:val="00236D43"/>
    <w:rsid w:val="00240B81"/>
    <w:rsid w:val="00241322"/>
    <w:rsid w:val="00243A80"/>
    <w:rsid w:val="002450A8"/>
    <w:rsid w:val="0024699F"/>
    <w:rsid w:val="00246DA2"/>
    <w:rsid w:val="002479B1"/>
    <w:rsid w:val="00247D01"/>
    <w:rsid w:val="0025030F"/>
    <w:rsid w:val="00261024"/>
    <w:rsid w:val="00261A5B"/>
    <w:rsid w:val="002628F0"/>
    <w:rsid w:val="00262E5B"/>
    <w:rsid w:val="00263CBA"/>
    <w:rsid w:val="00264D6C"/>
    <w:rsid w:val="00266708"/>
    <w:rsid w:val="002670A6"/>
    <w:rsid w:val="00267CF3"/>
    <w:rsid w:val="002720ED"/>
    <w:rsid w:val="002760B2"/>
    <w:rsid w:val="00276660"/>
    <w:rsid w:val="00276AFE"/>
    <w:rsid w:val="0027726D"/>
    <w:rsid w:val="00280CE6"/>
    <w:rsid w:val="00283302"/>
    <w:rsid w:val="002845F4"/>
    <w:rsid w:val="00284656"/>
    <w:rsid w:val="002924B8"/>
    <w:rsid w:val="002952C6"/>
    <w:rsid w:val="002A1957"/>
    <w:rsid w:val="002A3704"/>
    <w:rsid w:val="002A3B57"/>
    <w:rsid w:val="002C04EE"/>
    <w:rsid w:val="002C0C23"/>
    <w:rsid w:val="002C31BF"/>
    <w:rsid w:val="002D666C"/>
    <w:rsid w:val="002D7FD6"/>
    <w:rsid w:val="002E0219"/>
    <w:rsid w:val="002E0CD7"/>
    <w:rsid w:val="002E0CFB"/>
    <w:rsid w:val="002E0F4A"/>
    <w:rsid w:val="002E294C"/>
    <w:rsid w:val="002E5046"/>
    <w:rsid w:val="002E5B10"/>
    <w:rsid w:val="002E5C7B"/>
    <w:rsid w:val="002E7FE7"/>
    <w:rsid w:val="002F4333"/>
    <w:rsid w:val="002F5D64"/>
    <w:rsid w:val="003016FE"/>
    <w:rsid w:val="00307641"/>
    <w:rsid w:val="00310AC9"/>
    <w:rsid w:val="003110E7"/>
    <w:rsid w:val="00311E65"/>
    <w:rsid w:val="00311F11"/>
    <w:rsid w:val="0031498D"/>
    <w:rsid w:val="00317F7D"/>
    <w:rsid w:val="00321E17"/>
    <w:rsid w:val="00322579"/>
    <w:rsid w:val="003237A5"/>
    <w:rsid w:val="00324AE8"/>
    <w:rsid w:val="00324C4C"/>
    <w:rsid w:val="00327EEF"/>
    <w:rsid w:val="0033239F"/>
    <w:rsid w:val="00337143"/>
    <w:rsid w:val="0033722A"/>
    <w:rsid w:val="0034274B"/>
    <w:rsid w:val="00344063"/>
    <w:rsid w:val="0034442C"/>
    <w:rsid w:val="0034455B"/>
    <w:rsid w:val="00344A9C"/>
    <w:rsid w:val="003452A1"/>
    <w:rsid w:val="0034719F"/>
    <w:rsid w:val="00347B29"/>
    <w:rsid w:val="00347D3E"/>
    <w:rsid w:val="00350A35"/>
    <w:rsid w:val="0035531B"/>
    <w:rsid w:val="003571D8"/>
    <w:rsid w:val="00357BC6"/>
    <w:rsid w:val="00360076"/>
    <w:rsid w:val="00360428"/>
    <w:rsid w:val="00360E43"/>
    <w:rsid w:val="00361422"/>
    <w:rsid w:val="003617AC"/>
    <w:rsid w:val="0036290F"/>
    <w:rsid w:val="00367C96"/>
    <w:rsid w:val="00370DFC"/>
    <w:rsid w:val="00370E18"/>
    <w:rsid w:val="003717A3"/>
    <w:rsid w:val="00373447"/>
    <w:rsid w:val="00374D95"/>
    <w:rsid w:val="003753A9"/>
    <w:rsid w:val="0037545D"/>
    <w:rsid w:val="00377FDF"/>
    <w:rsid w:val="00382B21"/>
    <w:rsid w:val="00385740"/>
    <w:rsid w:val="00385C37"/>
    <w:rsid w:val="00386ED4"/>
    <w:rsid w:val="00386FF1"/>
    <w:rsid w:val="003870BD"/>
    <w:rsid w:val="00387865"/>
    <w:rsid w:val="00392EB6"/>
    <w:rsid w:val="00393419"/>
    <w:rsid w:val="00393C6E"/>
    <w:rsid w:val="003944D4"/>
    <w:rsid w:val="00394D03"/>
    <w:rsid w:val="003956C6"/>
    <w:rsid w:val="003A02CB"/>
    <w:rsid w:val="003A0E3D"/>
    <w:rsid w:val="003A4513"/>
    <w:rsid w:val="003A6A38"/>
    <w:rsid w:val="003B26BD"/>
    <w:rsid w:val="003B2F37"/>
    <w:rsid w:val="003B3C46"/>
    <w:rsid w:val="003B4E63"/>
    <w:rsid w:val="003B596D"/>
    <w:rsid w:val="003C00AA"/>
    <w:rsid w:val="003C103D"/>
    <w:rsid w:val="003C33F2"/>
    <w:rsid w:val="003D0EE6"/>
    <w:rsid w:val="003D1A44"/>
    <w:rsid w:val="003D42AA"/>
    <w:rsid w:val="003D756E"/>
    <w:rsid w:val="003E0BA1"/>
    <w:rsid w:val="003E3953"/>
    <w:rsid w:val="003E3CE3"/>
    <w:rsid w:val="003E420D"/>
    <w:rsid w:val="003E4C13"/>
    <w:rsid w:val="003E596C"/>
    <w:rsid w:val="003E79F5"/>
    <w:rsid w:val="003F11D4"/>
    <w:rsid w:val="003F121F"/>
    <w:rsid w:val="003F3F8A"/>
    <w:rsid w:val="003F4A97"/>
    <w:rsid w:val="003F6EA3"/>
    <w:rsid w:val="003F78E7"/>
    <w:rsid w:val="004018B6"/>
    <w:rsid w:val="004023D5"/>
    <w:rsid w:val="00404BA2"/>
    <w:rsid w:val="0040523A"/>
    <w:rsid w:val="00405C85"/>
    <w:rsid w:val="004078F3"/>
    <w:rsid w:val="00407C73"/>
    <w:rsid w:val="00412F6F"/>
    <w:rsid w:val="00413F61"/>
    <w:rsid w:val="00422E8D"/>
    <w:rsid w:val="0042745B"/>
    <w:rsid w:val="00427794"/>
    <w:rsid w:val="00431C3F"/>
    <w:rsid w:val="004364C5"/>
    <w:rsid w:val="00441008"/>
    <w:rsid w:val="00441E3E"/>
    <w:rsid w:val="00447B84"/>
    <w:rsid w:val="00450F07"/>
    <w:rsid w:val="00451D51"/>
    <w:rsid w:val="0045221E"/>
    <w:rsid w:val="00452803"/>
    <w:rsid w:val="00452F69"/>
    <w:rsid w:val="00453CD3"/>
    <w:rsid w:val="00454716"/>
    <w:rsid w:val="00454BB9"/>
    <w:rsid w:val="00455991"/>
    <w:rsid w:val="0045632E"/>
    <w:rsid w:val="00457582"/>
    <w:rsid w:val="00460660"/>
    <w:rsid w:val="004639C2"/>
    <w:rsid w:val="00464000"/>
    <w:rsid w:val="004645BC"/>
    <w:rsid w:val="00464BA9"/>
    <w:rsid w:val="00467DBB"/>
    <w:rsid w:val="00470B77"/>
    <w:rsid w:val="0047162A"/>
    <w:rsid w:val="00474F4D"/>
    <w:rsid w:val="00475B73"/>
    <w:rsid w:val="00477368"/>
    <w:rsid w:val="0048094F"/>
    <w:rsid w:val="00480CA0"/>
    <w:rsid w:val="00481047"/>
    <w:rsid w:val="004833D9"/>
    <w:rsid w:val="00483969"/>
    <w:rsid w:val="00484026"/>
    <w:rsid w:val="0048585F"/>
    <w:rsid w:val="00485EAD"/>
    <w:rsid w:val="00486050"/>
    <w:rsid w:val="00486107"/>
    <w:rsid w:val="00487B17"/>
    <w:rsid w:val="00491827"/>
    <w:rsid w:val="004B14B1"/>
    <w:rsid w:val="004B2044"/>
    <w:rsid w:val="004B34E9"/>
    <w:rsid w:val="004B4008"/>
    <w:rsid w:val="004B7724"/>
    <w:rsid w:val="004C086E"/>
    <w:rsid w:val="004C3021"/>
    <w:rsid w:val="004C4399"/>
    <w:rsid w:val="004C5229"/>
    <w:rsid w:val="004C787C"/>
    <w:rsid w:val="004D3B30"/>
    <w:rsid w:val="004D40E9"/>
    <w:rsid w:val="004D6AEB"/>
    <w:rsid w:val="004D7770"/>
    <w:rsid w:val="004D78D3"/>
    <w:rsid w:val="004E39D9"/>
    <w:rsid w:val="004E55AC"/>
    <w:rsid w:val="004E5ADD"/>
    <w:rsid w:val="004E697E"/>
    <w:rsid w:val="004E7107"/>
    <w:rsid w:val="004E7513"/>
    <w:rsid w:val="004E77B2"/>
    <w:rsid w:val="004E7A1F"/>
    <w:rsid w:val="004F1D17"/>
    <w:rsid w:val="004F22D7"/>
    <w:rsid w:val="004F3CA6"/>
    <w:rsid w:val="004F4597"/>
    <w:rsid w:val="004F4B9B"/>
    <w:rsid w:val="004F6CAF"/>
    <w:rsid w:val="004F70A1"/>
    <w:rsid w:val="004F7BBC"/>
    <w:rsid w:val="00500887"/>
    <w:rsid w:val="00500DB2"/>
    <w:rsid w:val="00501B32"/>
    <w:rsid w:val="0050242E"/>
    <w:rsid w:val="0050329F"/>
    <w:rsid w:val="0050442A"/>
    <w:rsid w:val="005044F8"/>
    <w:rsid w:val="0050583D"/>
    <w:rsid w:val="00505BEA"/>
    <w:rsid w:val="0050666E"/>
    <w:rsid w:val="00511AB9"/>
    <w:rsid w:val="00513672"/>
    <w:rsid w:val="005138DF"/>
    <w:rsid w:val="0051526F"/>
    <w:rsid w:val="005162DA"/>
    <w:rsid w:val="00520935"/>
    <w:rsid w:val="005210B3"/>
    <w:rsid w:val="00521AC1"/>
    <w:rsid w:val="00523BB5"/>
    <w:rsid w:val="00523EA7"/>
    <w:rsid w:val="0053050A"/>
    <w:rsid w:val="005406EB"/>
    <w:rsid w:val="00542A90"/>
    <w:rsid w:val="00544A85"/>
    <w:rsid w:val="00546FFB"/>
    <w:rsid w:val="00547364"/>
    <w:rsid w:val="00551E4C"/>
    <w:rsid w:val="00553375"/>
    <w:rsid w:val="00554ECF"/>
    <w:rsid w:val="0055510F"/>
    <w:rsid w:val="0055548F"/>
    <w:rsid w:val="00555884"/>
    <w:rsid w:val="00557922"/>
    <w:rsid w:val="00560665"/>
    <w:rsid w:val="00564DDD"/>
    <w:rsid w:val="00565F22"/>
    <w:rsid w:val="0056655E"/>
    <w:rsid w:val="005710BE"/>
    <w:rsid w:val="00571BFB"/>
    <w:rsid w:val="005736B7"/>
    <w:rsid w:val="00575E5A"/>
    <w:rsid w:val="00577A3C"/>
    <w:rsid w:val="00580245"/>
    <w:rsid w:val="0058173F"/>
    <w:rsid w:val="00584AFA"/>
    <w:rsid w:val="005866BE"/>
    <w:rsid w:val="00586F43"/>
    <w:rsid w:val="00587D6D"/>
    <w:rsid w:val="005909AC"/>
    <w:rsid w:val="00592285"/>
    <w:rsid w:val="00595B2D"/>
    <w:rsid w:val="005971DD"/>
    <w:rsid w:val="005A1F44"/>
    <w:rsid w:val="005A2E65"/>
    <w:rsid w:val="005A3D2F"/>
    <w:rsid w:val="005A4062"/>
    <w:rsid w:val="005A47C9"/>
    <w:rsid w:val="005B21D6"/>
    <w:rsid w:val="005B3472"/>
    <w:rsid w:val="005B5EA8"/>
    <w:rsid w:val="005B64BB"/>
    <w:rsid w:val="005C2C3B"/>
    <w:rsid w:val="005C55AA"/>
    <w:rsid w:val="005D0321"/>
    <w:rsid w:val="005D3C39"/>
    <w:rsid w:val="005D44E4"/>
    <w:rsid w:val="005D4921"/>
    <w:rsid w:val="005D63F3"/>
    <w:rsid w:val="005D6C1E"/>
    <w:rsid w:val="005D7121"/>
    <w:rsid w:val="005E3326"/>
    <w:rsid w:val="005E33AB"/>
    <w:rsid w:val="005E371B"/>
    <w:rsid w:val="005E4320"/>
    <w:rsid w:val="005E57B3"/>
    <w:rsid w:val="005E62AD"/>
    <w:rsid w:val="005F3817"/>
    <w:rsid w:val="005F5485"/>
    <w:rsid w:val="005F7739"/>
    <w:rsid w:val="005F7EED"/>
    <w:rsid w:val="0060115D"/>
    <w:rsid w:val="00601A8C"/>
    <w:rsid w:val="006023D7"/>
    <w:rsid w:val="00605A60"/>
    <w:rsid w:val="00606D40"/>
    <w:rsid w:val="0061068E"/>
    <w:rsid w:val="006113EE"/>
    <w:rsid w:val="00611407"/>
    <w:rsid w:val="006115D3"/>
    <w:rsid w:val="00616090"/>
    <w:rsid w:val="0061702F"/>
    <w:rsid w:val="00620072"/>
    <w:rsid w:val="006238E7"/>
    <w:rsid w:val="00626447"/>
    <w:rsid w:val="00626C82"/>
    <w:rsid w:val="00632487"/>
    <w:rsid w:val="00633ACF"/>
    <w:rsid w:val="00633DB6"/>
    <w:rsid w:val="00640B30"/>
    <w:rsid w:val="00641082"/>
    <w:rsid w:val="00642162"/>
    <w:rsid w:val="0064673D"/>
    <w:rsid w:val="006541C7"/>
    <w:rsid w:val="00655976"/>
    <w:rsid w:val="0065610E"/>
    <w:rsid w:val="00660AD3"/>
    <w:rsid w:val="00660BEB"/>
    <w:rsid w:val="0066235E"/>
    <w:rsid w:val="00665F2C"/>
    <w:rsid w:val="00666F70"/>
    <w:rsid w:val="006720FB"/>
    <w:rsid w:val="00675514"/>
    <w:rsid w:val="0067591B"/>
    <w:rsid w:val="006764D8"/>
    <w:rsid w:val="006776B6"/>
    <w:rsid w:val="00677E3B"/>
    <w:rsid w:val="006825F5"/>
    <w:rsid w:val="00684B0D"/>
    <w:rsid w:val="00686462"/>
    <w:rsid w:val="00687091"/>
    <w:rsid w:val="00687E10"/>
    <w:rsid w:val="00691A44"/>
    <w:rsid w:val="00693150"/>
    <w:rsid w:val="00693188"/>
    <w:rsid w:val="00695DAA"/>
    <w:rsid w:val="006963ED"/>
    <w:rsid w:val="006A0713"/>
    <w:rsid w:val="006A077F"/>
    <w:rsid w:val="006A307F"/>
    <w:rsid w:val="006A548C"/>
    <w:rsid w:val="006A5570"/>
    <w:rsid w:val="006A689C"/>
    <w:rsid w:val="006A6AF2"/>
    <w:rsid w:val="006A7D19"/>
    <w:rsid w:val="006B01BF"/>
    <w:rsid w:val="006B395C"/>
    <w:rsid w:val="006B3D79"/>
    <w:rsid w:val="006B4050"/>
    <w:rsid w:val="006B5D58"/>
    <w:rsid w:val="006B6D9B"/>
    <w:rsid w:val="006B6FE4"/>
    <w:rsid w:val="006B7641"/>
    <w:rsid w:val="006C04A0"/>
    <w:rsid w:val="006C196E"/>
    <w:rsid w:val="006C2343"/>
    <w:rsid w:val="006C38E1"/>
    <w:rsid w:val="006C442A"/>
    <w:rsid w:val="006C4AD3"/>
    <w:rsid w:val="006C502C"/>
    <w:rsid w:val="006C6A0E"/>
    <w:rsid w:val="006D34B2"/>
    <w:rsid w:val="006D36C4"/>
    <w:rsid w:val="006D420C"/>
    <w:rsid w:val="006D5398"/>
    <w:rsid w:val="006E0578"/>
    <w:rsid w:val="006E1904"/>
    <w:rsid w:val="006E314D"/>
    <w:rsid w:val="006E449B"/>
    <w:rsid w:val="006E6247"/>
    <w:rsid w:val="006E66E8"/>
    <w:rsid w:val="006F67BA"/>
    <w:rsid w:val="006F6B09"/>
    <w:rsid w:val="007038DC"/>
    <w:rsid w:val="00703EFD"/>
    <w:rsid w:val="007063D3"/>
    <w:rsid w:val="00706F4C"/>
    <w:rsid w:val="00710723"/>
    <w:rsid w:val="007134F3"/>
    <w:rsid w:val="00714AE8"/>
    <w:rsid w:val="007200B1"/>
    <w:rsid w:val="00723ED1"/>
    <w:rsid w:val="00724F4C"/>
    <w:rsid w:val="007253F5"/>
    <w:rsid w:val="00725523"/>
    <w:rsid w:val="00725ED5"/>
    <w:rsid w:val="007317D5"/>
    <w:rsid w:val="00733A3C"/>
    <w:rsid w:val="00734812"/>
    <w:rsid w:val="00734AA7"/>
    <w:rsid w:val="007354E9"/>
    <w:rsid w:val="007356BD"/>
    <w:rsid w:val="00740AF5"/>
    <w:rsid w:val="00743525"/>
    <w:rsid w:val="00744F6A"/>
    <w:rsid w:val="00745555"/>
    <w:rsid w:val="00746028"/>
    <w:rsid w:val="00746B38"/>
    <w:rsid w:val="007476A8"/>
    <w:rsid w:val="00750F50"/>
    <w:rsid w:val="007541A2"/>
    <w:rsid w:val="00754307"/>
    <w:rsid w:val="00755818"/>
    <w:rsid w:val="0075602A"/>
    <w:rsid w:val="00757F72"/>
    <w:rsid w:val="00760D0C"/>
    <w:rsid w:val="0076286B"/>
    <w:rsid w:val="00762C0E"/>
    <w:rsid w:val="00764C1D"/>
    <w:rsid w:val="00766846"/>
    <w:rsid w:val="0076790E"/>
    <w:rsid w:val="0077218F"/>
    <w:rsid w:val="00773DC0"/>
    <w:rsid w:val="0077427F"/>
    <w:rsid w:val="0077673A"/>
    <w:rsid w:val="00776A8A"/>
    <w:rsid w:val="00782B02"/>
    <w:rsid w:val="007846E1"/>
    <w:rsid w:val="007847D6"/>
    <w:rsid w:val="007872B9"/>
    <w:rsid w:val="00792824"/>
    <w:rsid w:val="00797E05"/>
    <w:rsid w:val="007A0923"/>
    <w:rsid w:val="007A2107"/>
    <w:rsid w:val="007A2277"/>
    <w:rsid w:val="007A29AB"/>
    <w:rsid w:val="007A407D"/>
    <w:rsid w:val="007A43E9"/>
    <w:rsid w:val="007A5172"/>
    <w:rsid w:val="007A67A0"/>
    <w:rsid w:val="007B25A2"/>
    <w:rsid w:val="007B3D4D"/>
    <w:rsid w:val="007B570C"/>
    <w:rsid w:val="007B6941"/>
    <w:rsid w:val="007C21AA"/>
    <w:rsid w:val="007C2BEC"/>
    <w:rsid w:val="007C37EB"/>
    <w:rsid w:val="007C38F4"/>
    <w:rsid w:val="007C3E84"/>
    <w:rsid w:val="007C641A"/>
    <w:rsid w:val="007D0559"/>
    <w:rsid w:val="007D4F89"/>
    <w:rsid w:val="007D5A8D"/>
    <w:rsid w:val="007E0236"/>
    <w:rsid w:val="007E1529"/>
    <w:rsid w:val="007E2234"/>
    <w:rsid w:val="007E2CE8"/>
    <w:rsid w:val="007E4A6E"/>
    <w:rsid w:val="007E6028"/>
    <w:rsid w:val="007F0310"/>
    <w:rsid w:val="007F1CE2"/>
    <w:rsid w:val="007F2472"/>
    <w:rsid w:val="007F542E"/>
    <w:rsid w:val="007F56A7"/>
    <w:rsid w:val="007F7F75"/>
    <w:rsid w:val="00800851"/>
    <w:rsid w:val="008008A3"/>
    <w:rsid w:val="0080282D"/>
    <w:rsid w:val="00802B1D"/>
    <w:rsid w:val="008032C7"/>
    <w:rsid w:val="00806B1C"/>
    <w:rsid w:val="00807DD0"/>
    <w:rsid w:val="00812B53"/>
    <w:rsid w:val="00812E56"/>
    <w:rsid w:val="0082049A"/>
    <w:rsid w:val="00821080"/>
    <w:rsid w:val="008211BB"/>
    <w:rsid w:val="00821D01"/>
    <w:rsid w:val="00822B88"/>
    <w:rsid w:val="00823468"/>
    <w:rsid w:val="00825555"/>
    <w:rsid w:val="00826B7B"/>
    <w:rsid w:val="00831B18"/>
    <w:rsid w:val="00831DE9"/>
    <w:rsid w:val="00833899"/>
    <w:rsid w:val="00835205"/>
    <w:rsid w:val="00835884"/>
    <w:rsid w:val="00840ED6"/>
    <w:rsid w:val="00844BC3"/>
    <w:rsid w:val="00845C0B"/>
    <w:rsid w:val="00845C50"/>
    <w:rsid w:val="00846789"/>
    <w:rsid w:val="00846B1E"/>
    <w:rsid w:val="008513D8"/>
    <w:rsid w:val="008578BC"/>
    <w:rsid w:val="008645EE"/>
    <w:rsid w:val="008716A2"/>
    <w:rsid w:val="00872044"/>
    <w:rsid w:val="0087311C"/>
    <w:rsid w:val="0087316A"/>
    <w:rsid w:val="008764A4"/>
    <w:rsid w:val="00876D73"/>
    <w:rsid w:val="00885968"/>
    <w:rsid w:val="00885C00"/>
    <w:rsid w:val="00887139"/>
    <w:rsid w:val="00887F36"/>
    <w:rsid w:val="008912B6"/>
    <w:rsid w:val="00891AB0"/>
    <w:rsid w:val="0089278E"/>
    <w:rsid w:val="008927BE"/>
    <w:rsid w:val="00893119"/>
    <w:rsid w:val="008966D5"/>
    <w:rsid w:val="00896E31"/>
    <w:rsid w:val="008970AF"/>
    <w:rsid w:val="008A3568"/>
    <w:rsid w:val="008A397B"/>
    <w:rsid w:val="008A4494"/>
    <w:rsid w:val="008A5B22"/>
    <w:rsid w:val="008A6472"/>
    <w:rsid w:val="008B04F2"/>
    <w:rsid w:val="008B2021"/>
    <w:rsid w:val="008B4003"/>
    <w:rsid w:val="008B70C7"/>
    <w:rsid w:val="008C0020"/>
    <w:rsid w:val="008C0A17"/>
    <w:rsid w:val="008C4A48"/>
    <w:rsid w:val="008C50F3"/>
    <w:rsid w:val="008C65BC"/>
    <w:rsid w:val="008C65E0"/>
    <w:rsid w:val="008C75A8"/>
    <w:rsid w:val="008C7913"/>
    <w:rsid w:val="008C7EFE"/>
    <w:rsid w:val="008D03B9"/>
    <w:rsid w:val="008D30C7"/>
    <w:rsid w:val="008D552B"/>
    <w:rsid w:val="008D63F0"/>
    <w:rsid w:val="008D7962"/>
    <w:rsid w:val="008E05B6"/>
    <w:rsid w:val="008E1138"/>
    <w:rsid w:val="008F18D6"/>
    <w:rsid w:val="008F2C9B"/>
    <w:rsid w:val="008F2CCB"/>
    <w:rsid w:val="008F797B"/>
    <w:rsid w:val="00904340"/>
    <w:rsid w:val="009046A6"/>
    <w:rsid w:val="00904780"/>
    <w:rsid w:val="00904FAA"/>
    <w:rsid w:val="00905932"/>
    <w:rsid w:val="0090635B"/>
    <w:rsid w:val="009114DD"/>
    <w:rsid w:val="00912CB4"/>
    <w:rsid w:val="009175C9"/>
    <w:rsid w:val="00917DF8"/>
    <w:rsid w:val="00920DEB"/>
    <w:rsid w:val="00922385"/>
    <w:rsid w:val="009223DF"/>
    <w:rsid w:val="009228F4"/>
    <w:rsid w:val="00927CC1"/>
    <w:rsid w:val="00930357"/>
    <w:rsid w:val="00930B76"/>
    <w:rsid w:val="00930B79"/>
    <w:rsid w:val="00936091"/>
    <w:rsid w:val="00936E52"/>
    <w:rsid w:val="009404DC"/>
    <w:rsid w:val="00940D8A"/>
    <w:rsid w:val="009414D7"/>
    <w:rsid w:val="00941DEB"/>
    <w:rsid w:val="00945582"/>
    <w:rsid w:val="009531C1"/>
    <w:rsid w:val="009534BF"/>
    <w:rsid w:val="00953761"/>
    <w:rsid w:val="009556C8"/>
    <w:rsid w:val="00956089"/>
    <w:rsid w:val="009560DD"/>
    <w:rsid w:val="00960C64"/>
    <w:rsid w:val="00962258"/>
    <w:rsid w:val="00964860"/>
    <w:rsid w:val="00965855"/>
    <w:rsid w:val="00966D88"/>
    <w:rsid w:val="00967445"/>
    <w:rsid w:val="009678B7"/>
    <w:rsid w:val="00970D4B"/>
    <w:rsid w:val="009801E3"/>
    <w:rsid w:val="009821A5"/>
    <w:rsid w:val="0098260A"/>
    <w:rsid w:val="0098426C"/>
    <w:rsid w:val="00986820"/>
    <w:rsid w:val="009877B5"/>
    <w:rsid w:val="00992D9C"/>
    <w:rsid w:val="009967C7"/>
    <w:rsid w:val="00996CB8"/>
    <w:rsid w:val="0099756F"/>
    <w:rsid w:val="00997CCA"/>
    <w:rsid w:val="009A02FD"/>
    <w:rsid w:val="009A23F0"/>
    <w:rsid w:val="009A48A2"/>
    <w:rsid w:val="009A5EA2"/>
    <w:rsid w:val="009A7A46"/>
    <w:rsid w:val="009B2E97"/>
    <w:rsid w:val="009B3F75"/>
    <w:rsid w:val="009B5146"/>
    <w:rsid w:val="009B5474"/>
    <w:rsid w:val="009B56E4"/>
    <w:rsid w:val="009B6733"/>
    <w:rsid w:val="009B7374"/>
    <w:rsid w:val="009C0BF1"/>
    <w:rsid w:val="009C125E"/>
    <w:rsid w:val="009C418E"/>
    <w:rsid w:val="009C442C"/>
    <w:rsid w:val="009C5284"/>
    <w:rsid w:val="009C69C4"/>
    <w:rsid w:val="009D0C9E"/>
    <w:rsid w:val="009D0F0A"/>
    <w:rsid w:val="009D20A1"/>
    <w:rsid w:val="009D38F2"/>
    <w:rsid w:val="009D77D0"/>
    <w:rsid w:val="009E07F4"/>
    <w:rsid w:val="009E240A"/>
    <w:rsid w:val="009E4912"/>
    <w:rsid w:val="009E7247"/>
    <w:rsid w:val="009F083C"/>
    <w:rsid w:val="009F2042"/>
    <w:rsid w:val="009F2770"/>
    <w:rsid w:val="009F309B"/>
    <w:rsid w:val="009F392E"/>
    <w:rsid w:val="009F427D"/>
    <w:rsid w:val="009F53C5"/>
    <w:rsid w:val="009F7A26"/>
    <w:rsid w:val="00A00A39"/>
    <w:rsid w:val="00A0253D"/>
    <w:rsid w:val="00A02DB9"/>
    <w:rsid w:val="00A041DF"/>
    <w:rsid w:val="00A0740E"/>
    <w:rsid w:val="00A122D4"/>
    <w:rsid w:val="00A15262"/>
    <w:rsid w:val="00A159AC"/>
    <w:rsid w:val="00A167E7"/>
    <w:rsid w:val="00A23688"/>
    <w:rsid w:val="00A256E5"/>
    <w:rsid w:val="00A26B92"/>
    <w:rsid w:val="00A31809"/>
    <w:rsid w:val="00A3411F"/>
    <w:rsid w:val="00A358BF"/>
    <w:rsid w:val="00A37188"/>
    <w:rsid w:val="00A374CA"/>
    <w:rsid w:val="00A374FC"/>
    <w:rsid w:val="00A4050F"/>
    <w:rsid w:val="00A41C1F"/>
    <w:rsid w:val="00A4448E"/>
    <w:rsid w:val="00A463B5"/>
    <w:rsid w:val="00A50641"/>
    <w:rsid w:val="00A524B4"/>
    <w:rsid w:val="00A530BF"/>
    <w:rsid w:val="00A57DA6"/>
    <w:rsid w:val="00A60D5C"/>
    <w:rsid w:val="00A6177B"/>
    <w:rsid w:val="00A66136"/>
    <w:rsid w:val="00A67178"/>
    <w:rsid w:val="00A71189"/>
    <w:rsid w:val="00A7364A"/>
    <w:rsid w:val="00A74AA8"/>
    <w:rsid w:val="00A74DCC"/>
    <w:rsid w:val="00A753ED"/>
    <w:rsid w:val="00A757AD"/>
    <w:rsid w:val="00A77512"/>
    <w:rsid w:val="00A84C4D"/>
    <w:rsid w:val="00A912E2"/>
    <w:rsid w:val="00A94720"/>
    <w:rsid w:val="00A94AD6"/>
    <w:rsid w:val="00A94C2F"/>
    <w:rsid w:val="00A967E6"/>
    <w:rsid w:val="00AA1690"/>
    <w:rsid w:val="00AA257A"/>
    <w:rsid w:val="00AA2C03"/>
    <w:rsid w:val="00AA3E17"/>
    <w:rsid w:val="00AA4CBB"/>
    <w:rsid w:val="00AA5255"/>
    <w:rsid w:val="00AA65FA"/>
    <w:rsid w:val="00AA7351"/>
    <w:rsid w:val="00AA7BBE"/>
    <w:rsid w:val="00AB0F4B"/>
    <w:rsid w:val="00AB1063"/>
    <w:rsid w:val="00AB2026"/>
    <w:rsid w:val="00AB242F"/>
    <w:rsid w:val="00AB3559"/>
    <w:rsid w:val="00AB4425"/>
    <w:rsid w:val="00AB5AE0"/>
    <w:rsid w:val="00AB6841"/>
    <w:rsid w:val="00AC0B93"/>
    <w:rsid w:val="00AC28F5"/>
    <w:rsid w:val="00AC738D"/>
    <w:rsid w:val="00AD056F"/>
    <w:rsid w:val="00AD0C7B"/>
    <w:rsid w:val="00AD1771"/>
    <w:rsid w:val="00AD1786"/>
    <w:rsid w:val="00AD190B"/>
    <w:rsid w:val="00AD3AE0"/>
    <w:rsid w:val="00AD5F1A"/>
    <w:rsid w:val="00AD6731"/>
    <w:rsid w:val="00AD792A"/>
    <w:rsid w:val="00AD7E0B"/>
    <w:rsid w:val="00AE1D4A"/>
    <w:rsid w:val="00AE3BB4"/>
    <w:rsid w:val="00AE485F"/>
    <w:rsid w:val="00AE5459"/>
    <w:rsid w:val="00AE5DCB"/>
    <w:rsid w:val="00AE69EF"/>
    <w:rsid w:val="00AF151D"/>
    <w:rsid w:val="00AF20AA"/>
    <w:rsid w:val="00AF4A09"/>
    <w:rsid w:val="00AF6150"/>
    <w:rsid w:val="00B008D5"/>
    <w:rsid w:val="00B02F73"/>
    <w:rsid w:val="00B051A9"/>
    <w:rsid w:val="00B0619F"/>
    <w:rsid w:val="00B07880"/>
    <w:rsid w:val="00B134D6"/>
    <w:rsid w:val="00B13A26"/>
    <w:rsid w:val="00B13C5A"/>
    <w:rsid w:val="00B153D6"/>
    <w:rsid w:val="00B15D0D"/>
    <w:rsid w:val="00B20BDB"/>
    <w:rsid w:val="00B22106"/>
    <w:rsid w:val="00B226C2"/>
    <w:rsid w:val="00B23821"/>
    <w:rsid w:val="00B25583"/>
    <w:rsid w:val="00B277ED"/>
    <w:rsid w:val="00B35448"/>
    <w:rsid w:val="00B36181"/>
    <w:rsid w:val="00B366A1"/>
    <w:rsid w:val="00B37552"/>
    <w:rsid w:val="00B429CF"/>
    <w:rsid w:val="00B44CBE"/>
    <w:rsid w:val="00B4686B"/>
    <w:rsid w:val="00B477DA"/>
    <w:rsid w:val="00B52819"/>
    <w:rsid w:val="00B5431A"/>
    <w:rsid w:val="00B60046"/>
    <w:rsid w:val="00B61530"/>
    <w:rsid w:val="00B70120"/>
    <w:rsid w:val="00B71CC3"/>
    <w:rsid w:val="00B75EE1"/>
    <w:rsid w:val="00B77481"/>
    <w:rsid w:val="00B77C6D"/>
    <w:rsid w:val="00B8009C"/>
    <w:rsid w:val="00B80D2D"/>
    <w:rsid w:val="00B80E53"/>
    <w:rsid w:val="00B84CB4"/>
    <w:rsid w:val="00B8518B"/>
    <w:rsid w:val="00B86933"/>
    <w:rsid w:val="00B92C98"/>
    <w:rsid w:val="00B971BD"/>
    <w:rsid w:val="00B97CC3"/>
    <w:rsid w:val="00BA1F74"/>
    <w:rsid w:val="00BA3937"/>
    <w:rsid w:val="00BA7FB9"/>
    <w:rsid w:val="00BB0379"/>
    <w:rsid w:val="00BB283A"/>
    <w:rsid w:val="00BB3CA7"/>
    <w:rsid w:val="00BB4AF2"/>
    <w:rsid w:val="00BB60D0"/>
    <w:rsid w:val="00BB63FC"/>
    <w:rsid w:val="00BB7F53"/>
    <w:rsid w:val="00BC06C4"/>
    <w:rsid w:val="00BC12B5"/>
    <w:rsid w:val="00BC376A"/>
    <w:rsid w:val="00BC38CD"/>
    <w:rsid w:val="00BC6D2B"/>
    <w:rsid w:val="00BC73A3"/>
    <w:rsid w:val="00BD11CE"/>
    <w:rsid w:val="00BD4F2F"/>
    <w:rsid w:val="00BD51C4"/>
    <w:rsid w:val="00BD7498"/>
    <w:rsid w:val="00BD7E91"/>
    <w:rsid w:val="00BD7F0D"/>
    <w:rsid w:val="00BE243E"/>
    <w:rsid w:val="00BE3236"/>
    <w:rsid w:val="00BE49F4"/>
    <w:rsid w:val="00BE7668"/>
    <w:rsid w:val="00BF0C8A"/>
    <w:rsid w:val="00BF2A73"/>
    <w:rsid w:val="00BF2F6F"/>
    <w:rsid w:val="00BF57D9"/>
    <w:rsid w:val="00BF6B67"/>
    <w:rsid w:val="00C01E17"/>
    <w:rsid w:val="00C02D0A"/>
    <w:rsid w:val="00C03A6E"/>
    <w:rsid w:val="00C07CB0"/>
    <w:rsid w:val="00C103C2"/>
    <w:rsid w:val="00C10E03"/>
    <w:rsid w:val="00C1197B"/>
    <w:rsid w:val="00C12FC0"/>
    <w:rsid w:val="00C13DAE"/>
    <w:rsid w:val="00C154A5"/>
    <w:rsid w:val="00C15AAB"/>
    <w:rsid w:val="00C17D66"/>
    <w:rsid w:val="00C21EE4"/>
    <w:rsid w:val="00C21FDC"/>
    <w:rsid w:val="00C226C0"/>
    <w:rsid w:val="00C22F47"/>
    <w:rsid w:val="00C22FF6"/>
    <w:rsid w:val="00C23EB8"/>
    <w:rsid w:val="00C23F40"/>
    <w:rsid w:val="00C27859"/>
    <w:rsid w:val="00C370EE"/>
    <w:rsid w:val="00C4078E"/>
    <w:rsid w:val="00C42FE6"/>
    <w:rsid w:val="00C43A07"/>
    <w:rsid w:val="00C44F6A"/>
    <w:rsid w:val="00C47105"/>
    <w:rsid w:val="00C47CE4"/>
    <w:rsid w:val="00C52A6F"/>
    <w:rsid w:val="00C546C9"/>
    <w:rsid w:val="00C6095A"/>
    <w:rsid w:val="00C6198E"/>
    <w:rsid w:val="00C62E4B"/>
    <w:rsid w:val="00C65466"/>
    <w:rsid w:val="00C65D5F"/>
    <w:rsid w:val="00C66117"/>
    <w:rsid w:val="00C708EA"/>
    <w:rsid w:val="00C72B26"/>
    <w:rsid w:val="00C73727"/>
    <w:rsid w:val="00C73F73"/>
    <w:rsid w:val="00C74C99"/>
    <w:rsid w:val="00C759F1"/>
    <w:rsid w:val="00C75B21"/>
    <w:rsid w:val="00C75EDD"/>
    <w:rsid w:val="00C7649B"/>
    <w:rsid w:val="00C776E5"/>
    <w:rsid w:val="00C778A5"/>
    <w:rsid w:val="00C85128"/>
    <w:rsid w:val="00C90A1F"/>
    <w:rsid w:val="00C90EC2"/>
    <w:rsid w:val="00C92E87"/>
    <w:rsid w:val="00C9515F"/>
    <w:rsid w:val="00C95162"/>
    <w:rsid w:val="00C953AC"/>
    <w:rsid w:val="00CA1442"/>
    <w:rsid w:val="00CA2B3A"/>
    <w:rsid w:val="00CA50B8"/>
    <w:rsid w:val="00CA5932"/>
    <w:rsid w:val="00CB0601"/>
    <w:rsid w:val="00CB3151"/>
    <w:rsid w:val="00CB31D2"/>
    <w:rsid w:val="00CB6A37"/>
    <w:rsid w:val="00CB7684"/>
    <w:rsid w:val="00CC4380"/>
    <w:rsid w:val="00CC566D"/>
    <w:rsid w:val="00CC7C8F"/>
    <w:rsid w:val="00CC7F85"/>
    <w:rsid w:val="00CD09A7"/>
    <w:rsid w:val="00CD1FC4"/>
    <w:rsid w:val="00CD2B30"/>
    <w:rsid w:val="00CD2E13"/>
    <w:rsid w:val="00CE12EE"/>
    <w:rsid w:val="00CE213C"/>
    <w:rsid w:val="00CE278A"/>
    <w:rsid w:val="00CE2A4F"/>
    <w:rsid w:val="00CE41AD"/>
    <w:rsid w:val="00CE420A"/>
    <w:rsid w:val="00CE5F6A"/>
    <w:rsid w:val="00CE745B"/>
    <w:rsid w:val="00CF089C"/>
    <w:rsid w:val="00CF30DF"/>
    <w:rsid w:val="00CF38ED"/>
    <w:rsid w:val="00CF73A4"/>
    <w:rsid w:val="00CF78C2"/>
    <w:rsid w:val="00D019D7"/>
    <w:rsid w:val="00D034A0"/>
    <w:rsid w:val="00D0362E"/>
    <w:rsid w:val="00D03AC3"/>
    <w:rsid w:val="00D03C1F"/>
    <w:rsid w:val="00D057ED"/>
    <w:rsid w:val="00D10A2D"/>
    <w:rsid w:val="00D10F92"/>
    <w:rsid w:val="00D139AC"/>
    <w:rsid w:val="00D16891"/>
    <w:rsid w:val="00D1696D"/>
    <w:rsid w:val="00D1751A"/>
    <w:rsid w:val="00D21061"/>
    <w:rsid w:val="00D218E6"/>
    <w:rsid w:val="00D221E1"/>
    <w:rsid w:val="00D23994"/>
    <w:rsid w:val="00D245DF"/>
    <w:rsid w:val="00D25D67"/>
    <w:rsid w:val="00D26838"/>
    <w:rsid w:val="00D302E5"/>
    <w:rsid w:val="00D339E2"/>
    <w:rsid w:val="00D36C50"/>
    <w:rsid w:val="00D37B14"/>
    <w:rsid w:val="00D40212"/>
    <w:rsid w:val="00D4108E"/>
    <w:rsid w:val="00D45AD0"/>
    <w:rsid w:val="00D500B1"/>
    <w:rsid w:val="00D51A8B"/>
    <w:rsid w:val="00D52BA7"/>
    <w:rsid w:val="00D533A2"/>
    <w:rsid w:val="00D57321"/>
    <w:rsid w:val="00D5757D"/>
    <w:rsid w:val="00D60CE3"/>
    <w:rsid w:val="00D6163D"/>
    <w:rsid w:val="00D6259C"/>
    <w:rsid w:val="00D63A1A"/>
    <w:rsid w:val="00D6532E"/>
    <w:rsid w:val="00D65443"/>
    <w:rsid w:val="00D655EB"/>
    <w:rsid w:val="00D7784F"/>
    <w:rsid w:val="00D831A3"/>
    <w:rsid w:val="00D84986"/>
    <w:rsid w:val="00D84A9C"/>
    <w:rsid w:val="00D91145"/>
    <w:rsid w:val="00D91EA6"/>
    <w:rsid w:val="00D9499B"/>
    <w:rsid w:val="00D961D8"/>
    <w:rsid w:val="00D97BE3"/>
    <w:rsid w:val="00DA3711"/>
    <w:rsid w:val="00DA7205"/>
    <w:rsid w:val="00DB619A"/>
    <w:rsid w:val="00DC3174"/>
    <w:rsid w:val="00DD0C7C"/>
    <w:rsid w:val="00DD345D"/>
    <w:rsid w:val="00DD46F3"/>
    <w:rsid w:val="00DD63D8"/>
    <w:rsid w:val="00DD7A41"/>
    <w:rsid w:val="00DD7F02"/>
    <w:rsid w:val="00DE0C9E"/>
    <w:rsid w:val="00DE51A5"/>
    <w:rsid w:val="00DE56F2"/>
    <w:rsid w:val="00DE76DB"/>
    <w:rsid w:val="00DF0B72"/>
    <w:rsid w:val="00DF116D"/>
    <w:rsid w:val="00DF2665"/>
    <w:rsid w:val="00DF651A"/>
    <w:rsid w:val="00DF7C21"/>
    <w:rsid w:val="00E01EA1"/>
    <w:rsid w:val="00E035F5"/>
    <w:rsid w:val="00E04C5C"/>
    <w:rsid w:val="00E056B9"/>
    <w:rsid w:val="00E135E5"/>
    <w:rsid w:val="00E16E5B"/>
    <w:rsid w:val="00E16FF7"/>
    <w:rsid w:val="00E17484"/>
    <w:rsid w:val="00E20A91"/>
    <w:rsid w:val="00E220D7"/>
    <w:rsid w:val="00E22792"/>
    <w:rsid w:val="00E22C30"/>
    <w:rsid w:val="00E23814"/>
    <w:rsid w:val="00E24F78"/>
    <w:rsid w:val="00E25595"/>
    <w:rsid w:val="00E26D68"/>
    <w:rsid w:val="00E30090"/>
    <w:rsid w:val="00E308FD"/>
    <w:rsid w:val="00E32F4E"/>
    <w:rsid w:val="00E37202"/>
    <w:rsid w:val="00E37347"/>
    <w:rsid w:val="00E42600"/>
    <w:rsid w:val="00E437B0"/>
    <w:rsid w:val="00E44045"/>
    <w:rsid w:val="00E45358"/>
    <w:rsid w:val="00E50858"/>
    <w:rsid w:val="00E51D21"/>
    <w:rsid w:val="00E6073F"/>
    <w:rsid w:val="00E60C4A"/>
    <w:rsid w:val="00E6119C"/>
    <w:rsid w:val="00E618C4"/>
    <w:rsid w:val="00E62ABE"/>
    <w:rsid w:val="00E64245"/>
    <w:rsid w:val="00E66DED"/>
    <w:rsid w:val="00E66EF9"/>
    <w:rsid w:val="00E67713"/>
    <w:rsid w:val="00E67D40"/>
    <w:rsid w:val="00E7218A"/>
    <w:rsid w:val="00E77054"/>
    <w:rsid w:val="00E8058C"/>
    <w:rsid w:val="00E8187E"/>
    <w:rsid w:val="00E83559"/>
    <w:rsid w:val="00E84F3D"/>
    <w:rsid w:val="00E8576A"/>
    <w:rsid w:val="00E8759A"/>
    <w:rsid w:val="00E878EE"/>
    <w:rsid w:val="00E948C0"/>
    <w:rsid w:val="00EA0AA6"/>
    <w:rsid w:val="00EA1BB1"/>
    <w:rsid w:val="00EA675F"/>
    <w:rsid w:val="00EA6EC7"/>
    <w:rsid w:val="00EA7C56"/>
    <w:rsid w:val="00EA7F3A"/>
    <w:rsid w:val="00EB104F"/>
    <w:rsid w:val="00EB152B"/>
    <w:rsid w:val="00EB46E5"/>
    <w:rsid w:val="00EB4ECA"/>
    <w:rsid w:val="00EB5220"/>
    <w:rsid w:val="00EB55B1"/>
    <w:rsid w:val="00EB5D4D"/>
    <w:rsid w:val="00EB6E2F"/>
    <w:rsid w:val="00EC03BD"/>
    <w:rsid w:val="00EC0AC2"/>
    <w:rsid w:val="00EC10AE"/>
    <w:rsid w:val="00EC1CEA"/>
    <w:rsid w:val="00EC2B14"/>
    <w:rsid w:val="00EC3176"/>
    <w:rsid w:val="00EC6DD1"/>
    <w:rsid w:val="00ED0703"/>
    <w:rsid w:val="00ED14BD"/>
    <w:rsid w:val="00ED1816"/>
    <w:rsid w:val="00ED24FA"/>
    <w:rsid w:val="00ED6360"/>
    <w:rsid w:val="00EE1399"/>
    <w:rsid w:val="00EE2244"/>
    <w:rsid w:val="00EE270C"/>
    <w:rsid w:val="00EE3C5F"/>
    <w:rsid w:val="00EE4F05"/>
    <w:rsid w:val="00EE50B6"/>
    <w:rsid w:val="00EE625E"/>
    <w:rsid w:val="00EE7882"/>
    <w:rsid w:val="00EF2058"/>
    <w:rsid w:val="00EF42B4"/>
    <w:rsid w:val="00EF4DAC"/>
    <w:rsid w:val="00EF4E96"/>
    <w:rsid w:val="00EF6C46"/>
    <w:rsid w:val="00EF7C8E"/>
    <w:rsid w:val="00F00C65"/>
    <w:rsid w:val="00F016C7"/>
    <w:rsid w:val="00F01CF1"/>
    <w:rsid w:val="00F024AB"/>
    <w:rsid w:val="00F02AAB"/>
    <w:rsid w:val="00F05AF7"/>
    <w:rsid w:val="00F05F09"/>
    <w:rsid w:val="00F0634D"/>
    <w:rsid w:val="00F071EF"/>
    <w:rsid w:val="00F124F6"/>
    <w:rsid w:val="00F12DEC"/>
    <w:rsid w:val="00F1715C"/>
    <w:rsid w:val="00F20953"/>
    <w:rsid w:val="00F23748"/>
    <w:rsid w:val="00F27329"/>
    <w:rsid w:val="00F279D0"/>
    <w:rsid w:val="00F27A26"/>
    <w:rsid w:val="00F30EB4"/>
    <w:rsid w:val="00F310F8"/>
    <w:rsid w:val="00F32148"/>
    <w:rsid w:val="00F35939"/>
    <w:rsid w:val="00F37559"/>
    <w:rsid w:val="00F40039"/>
    <w:rsid w:val="00F45607"/>
    <w:rsid w:val="00F4568B"/>
    <w:rsid w:val="00F46000"/>
    <w:rsid w:val="00F46EA7"/>
    <w:rsid w:val="00F4722B"/>
    <w:rsid w:val="00F51EF4"/>
    <w:rsid w:val="00F537C6"/>
    <w:rsid w:val="00F53DFF"/>
    <w:rsid w:val="00F54432"/>
    <w:rsid w:val="00F55E93"/>
    <w:rsid w:val="00F569C6"/>
    <w:rsid w:val="00F56CE0"/>
    <w:rsid w:val="00F57610"/>
    <w:rsid w:val="00F6113F"/>
    <w:rsid w:val="00F61161"/>
    <w:rsid w:val="00F62298"/>
    <w:rsid w:val="00F62556"/>
    <w:rsid w:val="00F659EB"/>
    <w:rsid w:val="00F66F02"/>
    <w:rsid w:val="00F7046B"/>
    <w:rsid w:val="00F7192A"/>
    <w:rsid w:val="00F749F9"/>
    <w:rsid w:val="00F76F41"/>
    <w:rsid w:val="00F82E08"/>
    <w:rsid w:val="00F86BA6"/>
    <w:rsid w:val="00F911D1"/>
    <w:rsid w:val="00F92641"/>
    <w:rsid w:val="00F92F06"/>
    <w:rsid w:val="00F94EEC"/>
    <w:rsid w:val="00F956DC"/>
    <w:rsid w:val="00F95854"/>
    <w:rsid w:val="00F95A2C"/>
    <w:rsid w:val="00F966F7"/>
    <w:rsid w:val="00FA1F4A"/>
    <w:rsid w:val="00FA22DB"/>
    <w:rsid w:val="00FA5331"/>
    <w:rsid w:val="00FA64F2"/>
    <w:rsid w:val="00FB4C0F"/>
    <w:rsid w:val="00FB6342"/>
    <w:rsid w:val="00FC0E70"/>
    <w:rsid w:val="00FC1166"/>
    <w:rsid w:val="00FC1A36"/>
    <w:rsid w:val="00FC280A"/>
    <w:rsid w:val="00FC6389"/>
    <w:rsid w:val="00FC661E"/>
    <w:rsid w:val="00FC7092"/>
    <w:rsid w:val="00FC76E7"/>
    <w:rsid w:val="00FD244D"/>
    <w:rsid w:val="00FD2D86"/>
    <w:rsid w:val="00FD2EA2"/>
    <w:rsid w:val="00FD32B3"/>
    <w:rsid w:val="00FD39DE"/>
    <w:rsid w:val="00FD4743"/>
    <w:rsid w:val="00FD566B"/>
    <w:rsid w:val="00FD5789"/>
    <w:rsid w:val="00FD5DB3"/>
    <w:rsid w:val="00FD6982"/>
    <w:rsid w:val="00FE3C4D"/>
    <w:rsid w:val="00FE4290"/>
    <w:rsid w:val="00FE4333"/>
    <w:rsid w:val="00FE6AEC"/>
    <w:rsid w:val="00FE7D46"/>
    <w:rsid w:val="00FF08AB"/>
    <w:rsid w:val="00FF13FD"/>
    <w:rsid w:val="00FF2A62"/>
    <w:rsid w:val="0A1339A7"/>
    <w:rsid w:val="0A4C5192"/>
    <w:rsid w:val="26E7B00B"/>
    <w:rsid w:val="2DAC4FBB"/>
    <w:rsid w:val="340D1665"/>
    <w:rsid w:val="37140D8B"/>
    <w:rsid w:val="54B218DE"/>
    <w:rsid w:val="5806BE41"/>
    <w:rsid w:val="717D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AC030"/>
  <w14:defaultImageDpi w14:val="32767"/>
  <w15:docId w15:val="{ABAA8A1F-8802-495E-8741-C574C843B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84CB4"/>
    <w:pPr>
      <w:spacing w:before="120" w:after="120"/>
      <w:ind w:left="720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6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911D1"/>
    <w:pPr>
      <w:tabs>
        <w:tab w:val="left" w:pos="1134"/>
        <w:tab w:val="right" w:leader="dot" w:pos="8692"/>
      </w:tabs>
      <w:spacing w:after="4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542A90"/>
    <w:pPr>
      <w:tabs>
        <w:tab w:val="left" w:pos="567"/>
        <w:tab w:val="right" w:leader="dot" w:pos="8692"/>
      </w:tabs>
      <w:spacing w:after="60"/>
      <w:ind w:left="567" w:hanging="567"/>
    </w:pPr>
    <w:rPr>
      <w:caps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37B1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Normln"/>
    <w:next w:val="Nadpis2-2"/>
    <w:link w:val="Nadpis2-1Char"/>
    <w:qFormat/>
    <w:rsid w:val="00041EC8"/>
    <w:pPr>
      <w:keepNext/>
      <w:numPr>
        <w:numId w:val="4"/>
      </w:numPr>
      <w:spacing w:before="240" w:after="120"/>
      <w:jc w:val="both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link w:val="Nadpis2-2Char"/>
    <w:qFormat/>
    <w:rsid w:val="0033239F"/>
    <w:pPr>
      <w:numPr>
        <w:ilvl w:val="1"/>
      </w:numPr>
      <w:jc w:val="left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41EC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E878EE"/>
    <w:pPr>
      <w:numPr>
        <w:ilvl w:val="2"/>
        <w:numId w:val="4"/>
      </w:numPr>
      <w:jc w:val="both"/>
    </w:pPr>
  </w:style>
  <w:style w:type="character" w:customStyle="1" w:styleId="Nadpis2-2Char">
    <w:name w:val="_Nadpis_2-2 Char"/>
    <w:basedOn w:val="Nadpis2-1Char"/>
    <w:link w:val="Nadpis2-2"/>
    <w:rsid w:val="0033239F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C2343"/>
    <w:rPr>
      <w:b/>
      <w:caps/>
      <w:sz w:val="44"/>
      <w:szCs w:val="44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B84CB4"/>
  </w:style>
  <w:style w:type="character" w:customStyle="1" w:styleId="Text2-1Char">
    <w:name w:val="_Text_2-1 Char"/>
    <w:basedOn w:val="OdstavecseseznamemChar"/>
    <w:link w:val="Text2-1"/>
    <w:rsid w:val="00E878EE"/>
  </w:style>
  <w:style w:type="paragraph" w:customStyle="1" w:styleId="Titul2">
    <w:name w:val="_Titul_2"/>
    <w:basedOn w:val="Normln"/>
    <w:qFormat/>
    <w:rsid w:val="006C2343"/>
    <w:pPr>
      <w:tabs>
        <w:tab w:val="left" w:pos="6796"/>
      </w:tabs>
    </w:pPr>
    <w:rPr>
      <w:b/>
      <w:sz w:val="32"/>
      <w:szCs w:val="32"/>
    </w:rPr>
  </w:style>
  <w:style w:type="paragraph" w:customStyle="1" w:styleId="Tituldatum">
    <w:name w:val="_Titul_datum"/>
    <w:basedOn w:val="Normln"/>
    <w:link w:val="TituldatumChar"/>
    <w:qFormat/>
    <w:rsid w:val="006C2343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6C2343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9C418E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E5C7B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E878EE"/>
    <w:pPr>
      <w:numPr>
        <w:ilvl w:val="1"/>
        <w:numId w:val="5"/>
      </w:numPr>
      <w:spacing w:after="120"/>
      <w:jc w:val="both"/>
    </w:pPr>
  </w:style>
  <w:style w:type="paragraph" w:customStyle="1" w:styleId="Nadpis1-1">
    <w:name w:val="_Nadpis_1-1"/>
    <w:basedOn w:val="Odstavecseseznamem"/>
    <w:next w:val="Text1-1"/>
    <w:link w:val="Nadpis1-1Char"/>
    <w:qFormat/>
    <w:rsid w:val="00C42FE6"/>
    <w:pPr>
      <w:keepNext/>
      <w:numPr>
        <w:numId w:val="5"/>
      </w:numPr>
      <w:spacing w:before="24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B3151"/>
    <w:pPr>
      <w:numPr>
        <w:numId w:val="8"/>
      </w:numPr>
      <w:spacing w:after="120"/>
      <w:jc w:val="both"/>
    </w:pPr>
  </w:style>
  <w:style w:type="character" w:customStyle="1" w:styleId="Text1-1Char">
    <w:name w:val="_Text_1-1 Char"/>
    <w:basedOn w:val="Standardnpsmoodstavce"/>
    <w:link w:val="Text1-1"/>
    <w:rsid w:val="00E878EE"/>
  </w:style>
  <w:style w:type="character" w:customStyle="1" w:styleId="Nadpis1-1Char">
    <w:name w:val="_Nadpis_1-1 Char"/>
    <w:basedOn w:val="Text1-1Char"/>
    <w:link w:val="Nadpis1-1"/>
    <w:rsid w:val="00C42FE6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E5C7B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eznamsodrkamiChar"/>
    <w:link w:val="Odrka1-1"/>
    <w:rsid w:val="00CB3151"/>
  </w:style>
  <w:style w:type="paragraph" w:customStyle="1" w:styleId="Odrka1-2-">
    <w:name w:val="_Odrážka_1-2_-"/>
    <w:basedOn w:val="Odrka1-1"/>
    <w:qFormat/>
    <w:rsid w:val="00CB3151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CB3151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CB3151"/>
    <w:pPr>
      <w:numPr>
        <w:numId w:val="12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CB3151"/>
    <w:pPr>
      <w:numPr>
        <w:ilvl w:val="1"/>
        <w:numId w:val="12"/>
      </w:numPr>
      <w:spacing w:after="60"/>
      <w:jc w:val="both"/>
    </w:pPr>
  </w:style>
  <w:style w:type="paragraph" w:customStyle="1" w:styleId="Odstavec1-31">
    <w:name w:val="_Odstavec_1-3_1)"/>
    <w:qFormat/>
    <w:rsid w:val="00CB3151"/>
    <w:pPr>
      <w:numPr>
        <w:ilvl w:val="2"/>
        <w:numId w:val="12"/>
      </w:numPr>
      <w:spacing w:after="60"/>
      <w:jc w:val="both"/>
    </w:pPr>
  </w:style>
  <w:style w:type="paragraph" w:customStyle="1" w:styleId="Textbezslovn">
    <w:name w:val="_Text_bez_číslování"/>
    <w:basedOn w:val="Text2-1"/>
    <w:link w:val="TextbezslovnChar"/>
    <w:qFormat/>
    <w:rsid w:val="002845F4"/>
    <w:pPr>
      <w:numPr>
        <w:ilvl w:val="0"/>
        <w:numId w:val="0"/>
      </w:numPr>
    </w:pPr>
  </w:style>
  <w:style w:type="paragraph" w:customStyle="1" w:styleId="Zpat0">
    <w:name w:val="_Zápatí"/>
    <w:basedOn w:val="Zpat"/>
    <w:qFormat/>
    <w:rsid w:val="00EB46E5"/>
    <w:pPr>
      <w:jc w:val="right"/>
    </w:pPr>
  </w:style>
  <w:style w:type="character" w:customStyle="1" w:styleId="Tun9b">
    <w:name w:val="_Tučně 9b"/>
    <w:basedOn w:val="Standardnpsmoodstavce"/>
    <w:uiPriority w:val="1"/>
    <w:qFormat/>
    <w:rsid w:val="004078F3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42779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427794"/>
  </w:style>
  <w:style w:type="paragraph" w:customStyle="1" w:styleId="Zkratky1">
    <w:name w:val="_Zkratky_1"/>
    <w:basedOn w:val="Normln"/>
    <w:qFormat/>
    <w:rsid w:val="006115D3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qFormat/>
    <w:rsid w:val="0037545D"/>
    <w:pPr>
      <w:numPr>
        <w:numId w:val="10"/>
      </w:numPr>
      <w:spacing w:after="40"/>
      <w:ind w:left="1247" w:hanging="51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9"/>
      </w:numPr>
    </w:pPr>
  </w:style>
  <w:style w:type="paragraph" w:customStyle="1" w:styleId="Zkratky2">
    <w:name w:val="_Zkratky_2"/>
    <w:basedOn w:val="Normln"/>
    <w:qFormat/>
    <w:rsid w:val="0076790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E7218A"/>
    <w:rPr>
      <w:b w:val="0"/>
      <w:i w:val="0"/>
    </w:rPr>
  </w:style>
  <w:style w:type="paragraph" w:customStyle="1" w:styleId="Nadpisbezsl1-1">
    <w:name w:val="_Nadpis_bez_čísl_1-1"/>
    <w:basedOn w:val="Nadpis2"/>
    <w:qFormat/>
    <w:rsid w:val="00B84CB4"/>
    <w:pPr>
      <w:spacing w:after="240"/>
    </w:pPr>
    <w:rPr>
      <w:caps/>
      <w:color w:val="auto"/>
      <w:sz w:val="22"/>
    </w:rPr>
  </w:style>
  <w:style w:type="paragraph" w:customStyle="1" w:styleId="Nadpisbezsl1-2">
    <w:name w:val="_Nadpis_bez_čísl_1-2"/>
    <w:qFormat/>
    <w:rsid w:val="00FE4333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2845F4"/>
  </w:style>
  <w:style w:type="character" w:customStyle="1" w:styleId="normaltextrun">
    <w:name w:val="normaltextrun"/>
    <w:basedOn w:val="Standardnpsmoodstavce"/>
    <w:rsid w:val="00160425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6532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6532E"/>
  </w:style>
  <w:style w:type="character" w:styleId="Zstupntext">
    <w:name w:val="Placeholder Text"/>
    <w:basedOn w:val="Standardnpsmoodstavce"/>
    <w:uiPriority w:val="99"/>
    <w:semiHidden/>
    <w:rsid w:val="00D6532E"/>
    <w:rPr>
      <w:color w:val="808080"/>
    </w:rPr>
  </w:style>
  <w:style w:type="paragraph" w:customStyle="1" w:styleId="tabulka">
    <w:name w:val="tabulka"/>
    <w:basedOn w:val="Normln"/>
    <w:uiPriority w:val="99"/>
    <w:rsid w:val="00D339E2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D339E2"/>
    <w:rPr>
      <w:rFonts w:asciiTheme="minorHAnsi" w:eastAsia="Calibri" w:hAnsiTheme="minorHAnsi" w:cs="Times New Roman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8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0E12F8B5BAB42E68F6504FD637AA5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FF88F5-7771-4CAA-8404-587BE1859D44}"/>
      </w:docPartPr>
      <w:docPartBody>
        <w:p w:rsidR="00376800" w:rsidRDefault="00E27588" w:rsidP="002450A8">
          <w:pPr>
            <w:pStyle w:val="B0E12F8B5BAB42E68F6504FD637AA551"/>
          </w:pPr>
          <w:r w:rsidRPr="00986260">
            <w:t>Zvolte položku.</w:t>
          </w:r>
        </w:p>
      </w:docPartBody>
    </w:docPart>
    <w:docPart>
      <w:docPartPr>
        <w:name w:val="DE8BC9535E614A5EBFB9CD5298E1C1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3A0626-C7CB-4A2C-A06F-405886FDAA78}"/>
      </w:docPartPr>
      <w:docPartBody>
        <w:p w:rsidR="00376800" w:rsidRDefault="00E27588" w:rsidP="00E27588">
          <w:pPr>
            <w:pStyle w:val="DE8BC9535E614A5EBFB9CD5298E1C1152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6341A0299F634DB2A05F092F676F83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252E60-C0F7-429C-AD6A-05B1D927C6F7}"/>
      </w:docPartPr>
      <w:docPartBody>
        <w:p w:rsidR="00376800" w:rsidRDefault="00E27588" w:rsidP="002450A8">
          <w:pPr>
            <w:pStyle w:val="6341A0299F634DB2A05F092F676F8378"/>
          </w:pPr>
          <w:r w:rsidRPr="00986260">
            <w:t>Zvolte položku.</w:t>
          </w:r>
        </w:p>
      </w:docPartBody>
    </w:docPart>
    <w:docPart>
      <w:docPartPr>
        <w:name w:val="BD83AE7999EC4D158BAD9749B1D870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046F08-AC4C-4648-8DEC-41F512C1E46A}"/>
      </w:docPartPr>
      <w:docPartBody>
        <w:p w:rsidR="00376800" w:rsidRDefault="00E27588" w:rsidP="00E27588">
          <w:pPr>
            <w:pStyle w:val="BD83AE7999EC4D158BAD9749B1D870F1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1D715447E9A24F5DAEA3C4D493BF68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0B2385-B1ED-46B5-AF4E-C4CEA376DB4E}"/>
      </w:docPartPr>
      <w:docPartBody>
        <w:p w:rsidR="00376800" w:rsidRDefault="00E27588" w:rsidP="002450A8">
          <w:pPr>
            <w:pStyle w:val="1D715447E9A24F5DAEA3C4D493BF68CF"/>
          </w:pPr>
          <w:r w:rsidRPr="00986260">
            <w:t>Zvolte položku.</w:t>
          </w:r>
        </w:p>
      </w:docPartBody>
    </w:docPart>
    <w:docPart>
      <w:docPartPr>
        <w:name w:val="E7B2F2A2E0DF4B4191942103DA298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39B6F-CDD6-4304-9051-6F36440F7791}"/>
      </w:docPartPr>
      <w:docPartBody>
        <w:p w:rsidR="00376800" w:rsidRDefault="00E27588" w:rsidP="00E27588">
          <w:pPr>
            <w:pStyle w:val="E7B2F2A2E0DF4B4191942103DA2980A1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9B1"/>
    <w:rsid w:val="00012D71"/>
    <w:rsid w:val="00020F69"/>
    <w:rsid w:val="000662D4"/>
    <w:rsid w:val="00083725"/>
    <w:rsid w:val="000A3127"/>
    <w:rsid w:val="001079AC"/>
    <w:rsid w:val="00214E19"/>
    <w:rsid w:val="00215FBE"/>
    <w:rsid w:val="002450A8"/>
    <w:rsid w:val="002479B1"/>
    <w:rsid w:val="00374734"/>
    <w:rsid w:val="00376800"/>
    <w:rsid w:val="0045525D"/>
    <w:rsid w:val="004B48D8"/>
    <w:rsid w:val="004D3350"/>
    <w:rsid w:val="00581789"/>
    <w:rsid w:val="00592296"/>
    <w:rsid w:val="006B7641"/>
    <w:rsid w:val="006C6A0E"/>
    <w:rsid w:val="00746B38"/>
    <w:rsid w:val="007A29AB"/>
    <w:rsid w:val="007C641A"/>
    <w:rsid w:val="008211BB"/>
    <w:rsid w:val="008B1257"/>
    <w:rsid w:val="00925D65"/>
    <w:rsid w:val="00AC4100"/>
    <w:rsid w:val="00BC73A3"/>
    <w:rsid w:val="00C10E03"/>
    <w:rsid w:val="00C74C99"/>
    <w:rsid w:val="00CD0DBE"/>
    <w:rsid w:val="00CF089C"/>
    <w:rsid w:val="00E16E5B"/>
    <w:rsid w:val="00E27588"/>
    <w:rsid w:val="00E37202"/>
    <w:rsid w:val="00E6073F"/>
    <w:rsid w:val="00EE270C"/>
    <w:rsid w:val="00F3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27588"/>
    <w:rPr>
      <w:color w:val="808080"/>
    </w:rPr>
  </w:style>
  <w:style w:type="paragraph" w:customStyle="1" w:styleId="B0E12F8B5BAB42E68F6504FD637AA551">
    <w:name w:val="B0E12F8B5BAB42E68F6504FD637AA551"/>
    <w:rsid w:val="002450A8"/>
  </w:style>
  <w:style w:type="paragraph" w:customStyle="1" w:styleId="6341A0299F634DB2A05F092F676F8378">
    <w:name w:val="6341A0299F634DB2A05F092F676F8378"/>
    <w:rsid w:val="002450A8"/>
  </w:style>
  <w:style w:type="paragraph" w:customStyle="1" w:styleId="1D715447E9A24F5DAEA3C4D493BF68CF">
    <w:name w:val="1D715447E9A24F5DAEA3C4D493BF68CF"/>
    <w:rsid w:val="002450A8"/>
  </w:style>
  <w:style w:type="paragraph" w:customStyle="1" w:styleId="DE8BC9535E614A5EBFB9CD5298E1C1152">
    <w:name w:val="DE8BC9535E614A5EBFB9CD5298E1C115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BD83AE7999EC4D158BAD9749B1D870F12">
    <w:name w:val="BD83AE7999EC4D158BAD9749B1D870F1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E7B2F2A2E0DF4B4191942103DA2980A12">
    <w:name w:val="E7B2F2A2E0DF4B4191942103DA2980A1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FAFD6F-9538-47FD-BF1E-882CCED6C3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20548F-B60D-4BC7-AA69-DBD01A4250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VTP_nové_logo-6</Template>
  <TotalTime>29</TotalTime>
  <Pages>14</Pages>
  <Words>2242</Words>
  <Characters>13228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Schmittová Pavlína</cp:lastModifiedBy>
  <cp:revision>95</cp:revision>
  <cp:lastPrinted>2019-03-07T14:42:00Z</cp:lastPrinted>
  <dcterms:created xsi:type="dcterms:W3CDTF">2025-08-26T09:04:00Z</dcterms:created>
  <dcterms:modified xsi:type="dcterms:W3CDTF">2025-11-05T09:11:00Z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